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A092" w14:textId="48AE3637" w:rsidR="00F92931" w:rsidRPr="0022081F" w:rsidRDefault="007A0CD4" w:rsidP="002E5DB5">
      <w:r w:rsidRPr="007A0CD4">
        <w:rPr>
          <w:b/>
          <w:caps/>
          <w:color w:val="00B9BD" w:themeColor="accent1"/>
          <w:sz w:val="48"/>
        </w:rPr>
        <w:t>Design Change Mem</w:t>
      </w:r>
      <w:r>
        <w:rPr>
          <w:b/>
          <w:caps/>
          <w:color w:val="00B9BD" w:themeColor="accent1"/>
          <w:sz w:val="48"/>
        </w:rPr>
        <w:t>O</w:t>
      </w:r>
      <w:r w:rsidR="00A8592B" w:rsidRPr="00A8592B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42AA99B7" w:rsidR="00635A56" w:rsidRPr="00D21167" w:rsidRDefault="0002272D" w:rsidP="00635A56">
      <w:pPr>
        <w:pStyle w:val="Heading6"/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192938" w:rsidRPr="00192938">
        <w:rPr>
          <w:b/>
          <w:bCs/>
          <w:color w:val="515151" w:themeColor="text1"/>
        </w:rPr>
        <w:t>04</w:t>
      </w:r>
      <w:r w:rsidRPr="00192938">
        <w:rPr>
          <w:b/>
          <w:bCs/>
          <w:color w:val="515151" w:themeColor="text1"/>
        </w:rPr>
        <w:t>.</w:t>
      </w:r>
      <w:r w:rsidR="00192938" w:rsidRPr="00192938">
        <w:rPr>
          <w:b/>
          <w:bCs/>
          <w:color w:val="515151" w:themeColor="text1"/>
        </w:rPr>
        <w:t>03</w:t>
      </w:r>
      <w:r w:rsidRPr="00192938">
        <w:rPr>
          <w:b/>
          <w:bCs/>
          <w:color w:val="515151" w:themeColor="text1"/>
        </w:rPr>
        <w:t>.</w:t>
      </w:r>
      <w:r w:rsidR="00192938" w:rsidRPr="00192938">
        <w:rPr>
          <w:b/>
          <w:bCs/>
          <w:color w:val="515151" w:themeColor="text1"/>
        </w:rPr>
        <w:t>202</w:t>
      </w:r>
      <w:r w:rsidR="00192938" w:rsidRPr="00192938">
        <w:rPr>
          <w:b/>
          <w:bCs/>
          <w:color w:val="515151" w:themeColor="text1"/>
        </w:rPr>
        <w:t>1</w:t>
      </w:r>
      <w:r w:rsidR="00A96321">
        <w:br/>
      </w:r>
      <w:proofErr w:type="gramStart"/>
      <w:r w:rsidR="00CD41BB"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>v.</w:t>
      </w:r>
      <w:proofErr w:type="gramEnd"/>
      <w:r w:rsidRPr="004E3F0E">
        <w:rPr>
          <w:b/>
          <w:bCs/>
          <w:color w:val="515151" w:themeColor="text1"/>
        </w:rPr>
        <w:t xml:space="preserve"> </w:t>
      </w:r>
      <w:r w:rsidR="00460D2E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 w:rsidR="00D77C38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 xml:space="preserve"> </w:t>
      </w:r>
    </w:p>
    <w:p w14:paraId="73BB0815" w14:textId="77777777" w:rsidR="00F92931" w:rsidRPr="00947B25" w:rsidRDefault="00A8592B" w:rsidP="00635A56">
      <w:pPr>
        <w:pStyle w:val="Heading6"/>
      </w:pPr>
      <w:r w:rsidRPr="00A8592B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090EF51A" w14:textId="5EFF5E3E" w:rsidR="006D53FE" w:rsidRDefault="006D53FE" w:rsidP="004C3B1A"/>
    <w:p w14:paraId="05CF5A40" w14:textId="3EC9ECDB" w:rsidR="00BB782E" w:rsidRDefault="00BB782E" w:rsidP="004C3B1A"/>
    <w:p w14:paraId="63905B7B" w14:textId="77777777" w:rsidR="007E007C" w:rsidRDefault="007E007C" w:rsidP="004C3B1A"/>
    <w:p w14:paraId="0E2F49B8" w14:textId="77777777" w:rsidR="00BB782E" w:rsidRDefault="00BB782E" w:rsidP="004C3B1A"/>
    <w:p w14:paraId="1DDDA05E" w14:textId="77777777" w:rsidR="005344A4" w:rsidRPr="00C45525" w:rsidRDefault="005344A4" w:rsidP="005344A4">
      <w:pPr>
        <w:pStyle w:val="Heading3"/>
      </w:pPr>
      <w:r w:rsidRPr="00C45525">
        <w:t>KEY PROJECT INFORMATION</w:t>
      </w:r>
    </w:p>
    <w:p w14:paraId="5A5DF948" w14:textId="77777777" w:rsidR="005344A4" w:rsidRDefault="005344A4" w:rsidP="004C3B1A"/>
    <w:tbl>
      <w:tblPr>
        <w:tblStyle w:val="GridTable5Dark-Accent1"/>
        <w:tblW w:w="0" w:type="auto"/>
        <w:tblLook w:val="0680" w:firstRow="0" w:lastRow="0" w:firstColumn="1" w:lastColumn="0" w:noHBand="1" w:noVBand="1"/>
      </w:tblPr>
      <w:tblGrid>
        <w:gridCol w:w="3539"/>
        <w:gridCol w:w="5869"/>
      </w:tblGrid>
      <w:tr w:rsidR="006D53FE" w:rsidRPr="006D53FE" w14:paraId="38B5461B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23135C4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GS ID (s)</w:t>
            </w:r>
          </w:p>
        </w:tc>
        <w:tc>
          <w:tcPr>
            <w:tcW w:w="5869" w:type="dxa"/>
          </w:tcPr>
          <w:p w14:paraId="14E88EA6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28E1B927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D4F3E72" w14:textId="77777777" w:rsidR="006D53FE" w:rsidRPr="006D53FE" w:rsidDel="003A04A8" w:rsidRDefault="006D53FE" w:rsidP="006D53FE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Title of Project</w:t>
            </w:r>
          </w:p>
        </w:tc>
        <w:tc>
          <w:tcPr>
            <w:tcW w:w="5869" w:type="dxa"/>
          </w:tcPr>
          <w:p w14:paraId="041B5D94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3902572A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688E475" w14:textId="3877EB6A" w:rsidR="007A0CD4" w:rsidRPr="007A0CD4" w:rsidDel="003A04A8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 xml:space="preserve">Start date of any New measures/Technologies: </w:t>
            </w:r>
          </w:p>
        </w:tc>
        <w:tc>
          <w:tcPr>
            <w:tcW w:w="5869" w:type="dxa"/>
          </w:tcPr>
          <w:p w14:paraId="7CB14DCB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7A0CD4" w:rsidRPr="006D53FE" w14:paraId="79CCD0ED" w14:textId="77777777" w:rsidTr="006D5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9D6A7D2" w14:textId="6B9A7CB1" w:rsidR="007A0CD4" w:rsidRPr="007A0CD4" w:rsidRDefault="007A0CD4" w:rsidP="007A0CD4">
            <w:pPr>
              <w:spacing w:after="200" w:line="276" w:lineRule="auto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7A0CD4">
              <w:rPr>
                <w:rFonts w:asciiTheme="minorHAnsi" w:hAnsiTheme="minorHAnsi"/>
                <w:color w:val="FFFFFF" w:themeColor="background1"/>
                <w:lang w:val="en-GB"/>
              </w:rPr>
              <w:t>Date of Memo Submission (must be within 1 year of start date above):</w:t>
            </w:r>
          </w:p>
        </w:tc>
        <w:tc>
          <w:tcPr>
            <w:tcW w:w="5869" w:type="dxa"/>
          </w:tcPr>
          <w:p w14:paraId="2AF0FAA8" w14:textId="77777777" w:rsidR="007A0CD4" w:rsidRPr="006D53FE" w:rsidRDefault="007A0CD4" w:rsidP="007A0CD4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A3AF73E" w14:textId="77777777" w:rsidR="006D53FE" w:rsidRDefault="006D53FE" w:rsidP="006D53FE">
      <w:pPr>
        <w:rPr>
          <w:lang w:val="en-GB"/>
        </w:rPr>
      </w:pPr>
    </w:p>
    <w:p w14:paraId="25FEC3E9" w14:textId="77777777" w:rsidR="006D53FE" w:rsidRDefault="006D53FE" w:rsidP="006D53FE">
      <w:pPr>
        <w:rPr>
          <w:lang w:val="en-GB"/>
        </w:rPr>
      </w:pPr>
    </w:p>
    <w:p w14:paraId="39AE98A3" w14:textId="77777777" w:rsidR="006D53FE" w:rsidRDefault="006D53FE" w:rsidP="006D53FE">
      <w:pPr>
        <w:rPr>
          <w:lang w:val="en-GB"/>
        </w:rPr>
      </w:pPr>
    </w:p>
    <w:p w14:paraId="3A0281A7" w14:textId="66F0B322" w:rsidR="007A0CD4" w:rsidRPr="007A0CD4" w:rsidRDefault="007A0CD4" w:rsidP="007A0CD4">
      <w:pP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</w:pPr>
      <w:r w:rsidRPr="007A0CD4"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t xml:space="preserve">Details of Proposed Design Change </w:t>
      </w:r>
      <w:r>
        <w:rPr>
          <w:rFonts w:eastAsiaTheme="majorEastAsia" w:cs="Times New Roman (Headings CS)"/>
          <w:b/>
          <w:bCs/>
          <w:color w:val="323232" w:themeColor="text2"/>
          <w:lang w:val="en-GB"/>
          <w14:ligatures w14:val="standardContextual"/>
          <w14:numForm w14:val="oldStyle"/>
        </w:rPr>
        <w:br/>
      </w:r>
      <w:r w:rsidRPr="000333C7">
        <w:rPr>
          <w:i/>
          <w:lang w:val="en-GB"/>
        </w:rPr>
        <w:t xml:space="preserve">&gt;&gt; </w:t>
      </w:r>
      <w:r w:rsidRPr="007A0CD4">
        <w:rPr>
          <w:i/>
          <w:lang w:val="en-GB"/>
        </w:rPr>
        <w:t>(</w:t>
      </w:r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if </w:t>
      </w:r>
      <w:proofErr w:type="spellStart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>PoA</w:t>
      </w:r>
      <w:proofErr w:type="spellEnd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, please detail any changes to </w:t>
      </w:r>
      <w:proofErr w:type="spellStart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>PoA</w:t>
      </w:r>
      <w:proofErr w:type="spellEnd"/>
      <w:r w:rsidRPr="007A0CD4">
        <w:rPr>
          <w:rFonts w:eastAsiaTheme="majorEastAsia" w:cs="Times New Roman (Headings CS)"/>
          <w:i/>
          <w:color w:val="323232" w:themeColor="text2"/>
          <w:lang w:val="en-GB"/>
          <w14:ligatures w14:val="standardContextual"/>
          <w14:numForm w14:val="oldStyle"/>
        </w:rPr>
        <w:t xml:space="preserve"> design)</w:t>
      </w:r>
    </w:p>
    <w:p w14:paraId="3365A7E6" w14:textId="77777777" w:rsidR="007A0CD4" w:rsidRDefault="007A0CD4" w:rsidP="007A0CD4">
      <w:pPr>
        <w:rPr>
          <w:i/>
          <w:lang w:val="en-GB"/>
        </w:rPr>
      </w:pPr>
    </w:p>
    <w:p w14:paraId="7F73971F" w14:textId="77777777" w:rsidR="007A0CD4" w:rsidRDefault="007A0CD4" w:rsidP="007A0CD4">
      <w:pPr>
        <w:rPr>
          <w:i/>
          <w:lang w:val="en-GB"/>
        </w:rPr>
      </w:pPr>
    </w:p>
    <w:p w14:paraId="003E7729" w14:textId="63E9FE6E" w:rsidR="007A0CD4" w:rsidRPr="007A0CD4" w:rsidRDefault="007A0CD4" w:rsidP="007A0CD4">
      <w:pPr>
        <w:pStyle w:val="Heading5"/>
        <w:rPr>
          <w:lang w:val="en-GB"/>
        </w:rPr>
      </w:pPr>
      <w:r w:rsidRPr="007A0CD4">
        <w:rPr>
          <w:lang w:val="en-GB"/>
        </w:rPr>
        <w:lastRenderedPageBreak/>
        <w:t>Describe the Impacts of Design Change on the following</w:t>
      </w:r>
    </w:p>
    <w:p w14:paraId="776E0521" w14:textId="77777777" w:rsidR="007A0CD4" w:rsidRPr="007A0CD4" w:rsidRDefault="007A0CD4" w:rsidP="007A0CD4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Additionality</w:t>
      </w:r>
    </w:p>
    <w:p w14:paraId="52C7CDC2" w14:textId="1AC07B6D" w:rsidR="007A0CD4" w:rsidRPr="007A0CD4" w:rsidRDefault="007A0CD4" w:rsidP="007A0CD4">
      <w:pPr>
        <w:pStyle w:val="List"/>
        <w:rPr>
          <w:lang w:val="en-GB"/>
        </w:rPr>
      </w:pPr>
      <w:r w:rsidRPr="000333C7">
        <w:rPr>
          <w:i/>
          <w:lang w:val="en-GB"/>
        </w:rPr>
        <w:t>&gt;&gt;</w:t>
      </w:r>
    </w:p>
    <w:p w14:paraId="526D269A" w14:textId="12FDB644" w:rsidR="00047716" w:rsidRPr="00192938" w:rsidRDefault="00292FE7" w:rsidP="00192938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Applicability of methodology</w:t>
      </w:r>
      <w:r w:rsidR="00047716">
        <w:rPr>
          <w:lang w:val="en-GB"/>
        </w:rPr>
        <w:t xml:space="preserve"> a</w:t>
      </w:r>
      <w:r w:rsidR="00047716" w:rsidRPr="00192938">
        <w:rPr>
          <w:lang w:val="en-GB"/>
        </w:rPr>
        <w:t>nd other methodological regulatory documents with which the project activity has been certified</w:t>
      </w:r>
    </w:p>
    <w:p w14:paraId="1DC5D010" w14:textId="238E6757" w:rsidR="00292FE7" w:rsidRPr="00192938" w:rsidRDefault="00A40056" w:rsidP="00192938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395B2929" w14:textId="15D00699" w:rsidR="00B8426E" w:rsidRPr="00192938" w:rsidRDefault="00B8426E" w:rsidP="00192938">
      <w:pPr>
        <w:pStyle w:val="List"/>
        <w:numPr>
          <w:ilvl w:val="0"/>
          <w:numId w:val="31"/>
        </w:numPr>
        <w:rPr>
          <w:lang w:val="en-GB"/>
        </w:rPr>
      </w:pPr>
      <w:r w:rsidRPr="00192938">
        <w:rPr>
          <w:lang w:val="en-GB"/>
        </w:rPr>
        <w:t>Compliance with the monitoring plan and the applied methodology</w:t>
      </w:r>
    </w:p>
    <w:p w14:paraId="6899D9C6" w14:textId="470856A2" w:rsidR="00A40056" w:rsidRPr="00192938" w:rsidRDefault="00A40056" w:rsidP="00192938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4B2017AC" w14:textId="77777777" w:rsidR="00B8426E" w:rsidRPr="00192938" w:rsidRDefault="00B8426E" w:rsidP="00192938">
      <w:pPr>
        <w:pStyle w:val="List"/>
        <w:numPr>
          <w:ilvl w:val="0"/>
          <w:numId w:val="31"/>
        </w:numPr>
        <w:rPr>
          <w:lang w:val="en-GB"/>
        </w:rPr>
      </w:pPr>
      <w:r w:rsidRPr="00192938">
        <w:rPr>
          <w:lang w:val="en-GB"/>
        </w:rPr>
        <w:t>Level of accuracy and completeness in the monitoring of the project activity compared with the requirements contained in the registered monitoring plan</w:t>
      </w:r>
    </w:p>
    <w:p w14:paraId="72B8273A" w14:textId="0F76BF1F" w:rsidR="00292FE7" w:rsidRPr="00192938" w:rsidRDefault="00A40056" w:rsidP="00192938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562D5C9F" w14:textId="4ECB924B" w:rsidR="007A0CD4" w:rsidRPr="007A0CD4" w:rsidRDefault="007A0CD4" w:rsidP="00192938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Project Scale (note suppressed demand rules for large scale)</w:t>
      </w:r>
    </w:p>
    <w:p w14:paraId="2547351A" w14:textId="654BC87B" w:rsidR="007A0CD4" w:rsidRPr="00192938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28E60606" w14:textId="77777777" w:rsidR="007A0CD4" w:rsidRPr="007A0CD4" w:rsidRDefault="007A0CD4" w:rsidP="00192938">
      <w:pPr>
        <w:pStyle w:val="List"/>
        <w:numPr>
          <w:ilvl w:val="0"/>
          <w:numId w:val="31"/>
        </w:numPr>
        <w:rPr>
          <w:lang w:val="en-GB"/>
        </w:rPr>
      </w:pPr>
      <w:r w:rsidRPr="007A0CD4">
        <w:rPr>
          <w:lang w:val="en-GB"/>
        </w:rPr>
        <w:t>Stakeholder feedback on design change</w:t>
      </w:r>
    </w:p>
    <w:p w14:paraId="1B81EBD9" w14:textId="5097B0D9" w:rsidR="007A0CD4" w:rsidRPr="00192938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241AB3D" w14:textId="77777777" w:rsidR="007A0CD4" w:rsidRPr="00192938" w:rsidRDefault="007A0CD4" w:rsidP="00192938">
      <w:pPr>
        <w:pStyle w:val="List"/>
        <w:numPr>
          <w:ilvl w:val="0"/>
          <w:numId w:val="31"/>
        </w:numPr>
        <w:rPr>
          <w:lang w:val="en-GB"/>
        </w:rPr>
      </w:pPr>
      <w:r w:rsidRPr="00192938">
        <w:rPr>
          <w:lang w:val="en-GB"/>
        </w:rPr>
        <w:t>Sustainable Development Assessment</w:t>
      </w:r>
    </w:p>
    <w:p w14:paraId="0C5320F9" w14:textId="66684860" w:rsidR="007A0CD4" w:rsidRPr="00192938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C24B3D1" w14:textId="4EB8B93F" w:rsidR="007A0CD4" w:rsidRPr="00192938" w:rsidRDefault="00632846" w:rsidP="00192938">
      <w:pPr>
        <w:pStyle w:val="List"/>
        <w:numPr>
          <w:ilvl w:val="0"/>
          <w:numId w:val="31"/>
        </w:numPr>
        <w:rPr>
          <w:lang w:val="en-GB"/>
        </w:rPr>
      </w:pPr>
      <w:r w:rsidRPr="00192938">
        <w:rPr>
          <w:lang w:val="en-GB"/>
        </w:rPr>
        <w:t>Safeguarding Assessment</w:t>
      </w:r>
    </w:p>
    <w:p w14:paraId="57133E14" w14:textId="49AD7905" w:rsidR="007A0CD4" w:rsidRPr="00192938" w:rsidRDefault="007A0CD4" w:rsidP="007A0CD4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18416780" w14:textId="77777777" w:rsidR="007A0CD4" w:rsidRPr="00192938" w:rsidRDefault="007A0CD4" w:rsidP="00192938">
      <w:pPr>
        <w:pStyle w:val="List"/>
        <w:numPr>
          <w:ilvl w:val="0"/>
          <w:numId w:val="31"/>
        </w:numPr>
        <w:rPr>
          <w:lang w:val="en-GB"/>
        </w:rPr>
      </w:pPr>
      <w:r w:rsidRPr="00192938">
        <w:rPr>
          <w:lang w:val="en-GB"/>
        </w:rPr>
        <w:t>Legislation</w:t>
      </w:r>
    </w:p>
    <w:p w14:paraId="07CCE94A" w14:textId="485E878F" w:rsidR="005D1CA5" w:rsidRPr="00192938" w:rsidRDefault="007A0CD4" w:rsidP="00192938">
      <w:pPr>
        <w:pStyle w:val="List"/>
        <w:rPr>
          <w:i/>
          <w:lang w:val="en-GB"/>
        </w:rPr>
      </w:pPr>
      <w:r w:rsidRPr="000333C7">
        <w:rPr>
          <w:i/>
          <w:lang w:val="en-GB"/>
        </w:rPr>
        <w:t>&gt;&gt;</w:t>
      </w:r>
    </w:p>
    <w:p w14:paraId="6D835BC7" w14:textId="77777777" w:rsidR="007A0CD4" w:rsidRPr="007A0CD4" w:rsidRDefault="007A0CD4" w:rsidP="000333C7">
      <w:pPr>
        <w:rPr>
          <w:rFonts w:eastAsiaTheme="majorEastAsia" w:cs="Times New Roman (Headings CS)"/>
          <w:b/>
          <w:color w:val="323232" w:themeColor="text2"/>
          <w14:ligatures w14:val="standardContextual"/>
          <w14:numForm w14:val="oldStyle"/>
        </w:rPr>
      </w:pPr>
    </w:p>
    <w:tbl>
      <w:tblPr>
        <w:tblStyle w:val="GridTable5Dark-Accent1"/>
        <w:tblW w:w="9918" w:type="dxa"/>
        <w:tblLook w:val="0680" w:firstRow="0" w:lastRow="0" w:firstColumn="1" w:lastColumn="0" w:noHBand="1" w:noVBand="1"/>
      </w:tblPr>
      <w:tblGrid>
        <w:gridCol w:w="3444"/>
        <w:gridCol w:w="6474"/>
      </w:tblGrid>
      <w:tr w:rsidR="00774220" w:rsidRPr="00774220" w14:paraId="2EE100A3" w14:textId="77777777" w:rsidTr="00774220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775C442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Before Change (as per PDD)</w:t>
            </w:r>
          </w:p>
        </w:tc>
        <w:tc>
          <w:tcPr>
            <w:tcW w:w="6474" w:type="dxa"/>
          </w:tcPr>
          <w:p w14:paraId="69C1121E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4220" w:rsidRPr="00774220" w14:paraId="23F7223B" w14:textId="77777777" w:rsidTr="00774220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4" w:type="dxa"/>
          </w:tcPr>
          <w:p w14:paraId="08E22ABC" w14:textId="77777777" w:rsidR="00774220" w:rsidRPr="00774220" w:rsidRDefault="00774220" w:rsidP="00774220">
            <w:pPr>
              <w:spacing w:after="200" w:line="276" w:lineRule="auto"/>
              <w:rPr>
                <w:color w:val="FFFFFF" w:themeColor="background1"/>
              </w:rPr>
            </w:pPr>
            <w:r w:rsidRPr="00774220">
              <w:rPr>
                <w:color w:val="FFFFFF" w:themeColor="background1"/>
              </w:rPr>
              <w:t>Emission Reductions After Change (as per PDD)</w:t>
            </w:r>
          </w:p>
        </w:tc>
        <w:tc>
          <w:tcPr>
            <w:tcW w:w="6474" w:type="dxa"/>
          </w:tcPr>
          <w:p w14:paraId="536D5232" w14:textId="77777777" w:rsidR="00774220" w:rsidRPr="00774220" w:rsidRDefault="00774220" w:rsidP="0077422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83CECB" w14:textId="77777777" w:rsidR="000333C7" w:rsidRPr="00774220" w:rsidRDefault="000333C7" w:rsidP="006D53FE"/>
    <w:p w14:paraId="535105CA" w14:textId="6B0A1B33" w:rsidR="00774220" w:rsidRPr="00774220" w:rsidRDefault="00774220" w:rsidP="00774220">
      <w:pPr>
        <w:pStyle w:val="Heading5"/>
      </w:pPr>
      <w:r w:rsidRPr="00774220">
        <w:t>Documentation submitted</w:t>
      </w:r>
    </w:p>
    <w:p w14:paraId="0EF14393" w14:textId="40A594CF" w:rsidR="005D1CA5" w:rsidRPr="005D1CA5" w:rsidRDefault="005D1CA5" w:rsidP="005D1CA5">
      <w:pPr>
        <w:rPr>
          <w:i/>
          <w:lang w:val="en-GB"/>
        </w:rPr>
      </w:pPr>
      <w:r w:rsidRPr="005D1CA5">
        <w:rPr>
          <w:i/>
          <w:lang w:val="en-GB"/>
        </w:rPr>
        <w:t xml:space="preserve">&gt;&gt; </w:t>
      </w:r>
      <w:r w:rsidR="00774220">
        <w:rPr>
          <w:i/>
          <w:lang w:val="en-GB"/>
        </w:rPr>
        <w:t>date</w:t>
      </w:r>
      <w:r w:rsidRPr="005D1CA5">
        <w:rPr>
          <w:i/>
          <w:lang w:val="en-GB"/>
        </w:rPr>
        <w:t xml:space="preserve"> </w:t>
      </w:r>
    </w:p>
    <w:sectPr w:rsidR="005D1CA5" w:rsidRPr="005D1CA5" w:rsidSect="00F929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47982" w14:textId="77777777" w:rsidR="00A8592B" w:rsidRDefault="00A8592B" w:rsidP="008C7A19">
      <w:r>
        <w:separator/>
      </w:r>
    </w:p>
    <w:p w14:paraId="46865F0C" w14:textId="77777777" w:rsidR="00A8592B" w:rsidRDefault="00A8592B"/>
  </w:endnote>
  <w:endnote w:type="continuationSeparator" w:id="0">
    <w:p w14:paraId="0EA6129C" w14:textId="77777777" w:rsidR="00A8592B" w:rsidRDefault="00A8592B" w:rsidP="008C7A19">
      <w:r>
        <w:continuationSeparator/>
      </w:r>
    </w:p>
    <w:p w14:paraId="1424AEB6" w14:textId="77777777" w:rsidR="00A8592B" w:rsidRDefault="00A85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T Mono">
    <w:altName w:val="PT Mono"/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A1CB2" w14:textId="77777777" w:rsidR="00A8592B" w:rsidRDefault="00A8592B" w:rsidP="008C7A19">
      <w:r>
        <w:separator/>
      </w:r>
    </w:p>
    <w:p w14:paraId="790B78F4" w14:textId="77777777" w:rsidR="00A8592B" w:rsidRDefault="00A8592B"/>
  </w:footnote>
  <w:footnote w:type="continuationSeparator" w:id="0">
    <w:p w14:paraId="62CE50AB" w14:textId="77777777" w:rsidR="00A8592B" w:rsidRDefault="00A8592B" w:rsidP="008C7A19">
      <w:r>
        <w:continuationSeparator/>
      </w:r>
    </w:p>
    <w:p w14:paraId="1FF9907B" w14:textId="77777777" w:rsidR="00A8592B" w:rsidRDefault="00A859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619BA4C6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92938">
          <w:rPr>
            <w:b/>
            <w:bCs/>
            <w:color w:val="00B9BD" w:themeColor="accent1"/>
            <w:sz w:val="16"/>
            <w:szCs w:val="16"/>
          </w:rPr>
          <w:t>TEMPLATE- T - v.1.1 Design Change Memo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7" type="#_x0000_t75" style="width:17.15pt;height:17.1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0791FA6"/>
    <w:multiLevelType w:val="hybridMultilevel"/>
    <w:tmpl w:val="C4068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D38E4"/>
    <w:multiLevelType w:val="hybridMultilevel"/>
    <w:tmpl w:val="5C6AE776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31565EE1"/>
    <w:multiLevelType w:val="multilevel"/>
    <w:tmpl w:val="2E5020FE"/>
    <w:numStyleLink w:val="GS-Parapgraphsnumbered"/>
  </w:abstractNum>
  <w:abstractNum w:abstractNumId="18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CB4932"/>
    <w:multiLevelType w:val="hybridMultilevel"/>
    <w:tmpl w:val="C4068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C7E79"/>
    <w:multiLevelType w:val="multilevel"/>
    <w:tmpl w:val="2E5020FE"/>
    <w:numStyleLink w:val="GS-Parapgraphsnumbered"/>
  </w:abstractNum>
  <w:abstractNum w:abstractNumId="24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5" w15:restartNumberingAfterBreak="0">
    <w:nsid w:val="49DF2AE3"/>
    <w:multiLevelType w:val="multilevel"/>
    <w:tmpl w:val="2E5020FE"/>
    <w:numStyleLink w:val="GS-Parapgraphsnumbered"/>
  </w:abstractNum>
  <w:abstractNum w:abstractNumId="26" w15:restartNumberingAfterBreak="0">
    <w:nsid w:val="4BA3735B"/>
    <w:multiLevelType w:val="multilevel"/>
    <w:tmpl w:val="2E5020FE"/>
    <w:numStyleLink w:val="GS-Parapgraphsnumbered"/>
  </w:abstractNum>
  <w:abstractNum w:abstractNumId="27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0"/>
  </w:num>
  <w:num w:numId="13">
    <w:abstractNumId w:val="14"/>
  </w:num>
  <w:num w:numId="14">
    <w:abstractNumId w:val="25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7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0"/>
  </w:num>
  <w:num w:numId="20">
    <w:abstractNumId w:val="24"/>
  </w:num>
  <w:num w:numId="21">
    <w:abstractNumId w:val="27"/>
  </w:num>
  <w:num w:numId="22">
    <w:abstractNumId w:val="23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3"/>
  </w:num>
  <w:num w:numId="27">
    <w:abstractNumId w:val="13"/>
  </w:num>
  <w:num w:numId="28">
    <w:abstractNumId w:val="26"/>
  </w:num>
  <w:num w:numId="29">
    <w:abstractNumId w:val="21"/>
  </w:num>
  <w:num w:numId="30">
    <w:abstractNumId w:val="12"/>
  </w:num>
  <w:num w:numId="31">
    <w:abstractNumId w:val="11"/>
  </w:num>
  <w:num w:numId="3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47716"/>
    <w:rsid w:val="00050063"/>
    <w:rsid w:val="000522F0"/>
    <w:rsid w:val="00063EB5"/>
    <w:rsid w:val="000810C1"/>
    <w:rsid w:val="000814FF"/>
    <w:rsid w:val="00084B59"/>
    <w:rsid w:val="000A0DC9"/>
    <w:rsid w:val="000A35C3"/>
    <w:rsid w:val="000A4875"/>
    <w:rsid w:val="000B6474"/>
    <w:rsid w:val="000B7DA5"/>
    <w:rsid w:val="000D6E99"/>
    <w:rsid w:val="000D7884"/>
    <w:rsid w:val="000D7EE9"/>
    <w:rsid w:val="00110538"/>
    <w:rsid w:val="00112BD5"/>
    <w:rsid w:val="00116173"/>
    <w:rsid w:val="00162234"/>
    <w:rsid w:val="001660DA"/>
    <w:rsid w:val="001663D9"/>
    <w:rsid w:val="0017623D"/>
    <w:rsid w:val="00180D81"/>
    <w:rsid w:val="00187D08"/>
    <w:rsid w:val="001912A7"/>
    <w:rsid w:val="00192938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5711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2FE7"/>
    <w:rsid w:val="0029674D"/>
    <w:rsid w:val="00296DC5"/>
    <w:rsid w:val="002A0F33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B02ED"/>
    <w:rsid w:val="003B7147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2846"/>
    <w:rsid w:val="00635A56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4220"/>
    <w:rsid w:val="007779C9"/>
    <w:rsid w:val="00791122"/>
    <w:rsid w:val="00793CCD"/>
    <w:rsid w:val="00795912"/>
    <w:rsid w:val="007A0CD4"/>
    <w:rsid w:val="007A43A9"/>
    <w:rsid w:val="007A6351"/>
    <w:rsid w:val="007B2737"/>
    <w:rsid w:val="007B281F"/>
    <w:rsid w:val="007C7150"/>
    <w:rsid w:val="007D142E"/>
    <w:rsid w:val="007D2F0B"/>
    <w:rsid w:val="007E007C"/>
    <w:rsid w:val="007E245A"/>
    <w:rsid w:val="007E4B7E"/>
    <w:rsid w:val="007E6E61"/>
    <w:rsid w:val="00805821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3079"/>
    <w:rsid w:val="0096773B"/>
    <w:rsid w:val="00971778"/>
    <w:rsid w:val="00974AE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F0A48"/>
    <w:rsid w:val="009F2BB0"/>
    <w:rsid w:val="009F6BF9"/>
    <w:rsid w:val="00A0155E"/>
    <w:rsid w:val="00A30A73"/>
    <w:rsid w:val="00A40056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8592B"/>
    <w:rsid w:val="00A90FAC"/>
    <w:rsid w:val="00A96321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26E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412C"/>
    <w:rsid w:val="00C869E4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77C38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12DD3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95869"/>
    <w:rsid w:val="00EA3AB2"/>
    <w:rsid w:val="00EA3ADE"/>
    <w:rsid w:val="00EC15FF"/>
    <w:rsid w:val="00EC19F3"/>
    <w:rsid w:val="00EC1EFC"/>
    <w:rsid w:val="00EC5900"/>
    <w:rsid w:val="00ED67E7"/>
    <w:rsid w:val="00ED7B6B"/>
    <w:rsid w:val="00EE1BAD"/>
    <w:rsid w:val="00EF223D"/>
    <w:rsid w:val="00EF5292"/>
    <w:rsid w:val="00F00C93"/>
    <w:rsid w:val="00F0266B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8ADC14-6C38-4B98-98A2-149625F70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FB889A-595D-483C-B983-33D82AA101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C58063-F650-441B-B1AD-9A091F6033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3</TotalTime>
  <Pages>2</Pages>
  <Words>166</Words>
  <Characters>916</Characters>
  <Application>Microsoft Office Word</Application>
  <DocSecurity>0</DocSecurity>
  <Lines>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 v.1.1 Design Change Memo</vt:lpstr>
    </vt:vector>
  </TitlesOfParts>
  <Manager/>
  <Company/>
  <LinksUpToDate>false</LinksUpToDate>
  <CharactersWithSpaces>1046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 - v.1.1 Design Change Memo</dc:title>
  <dc:subject/>
  <dc:creator>Gold Standard</dc:creator>
  <cp:keywords/>
  <dc:description/>
  <cp:lastModifiedBy>Gold Standard</cp:lastModifiedBy>
  <cp:revision>3</cp:revision>
  <cp:lastPrinted>2017-11-02T02:38:00Z</cp:lastPrinted>
  <dcterms:created xsi:type="dcterms:W3CDTF">2021-03-04T18:28:00Z</dcterms:created>
  <dcterms:modified xsi:type="dcterms:W3CDTF">2021-03-04T18:34:00Z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