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D0602" w14:textId="77777777" w:rsidR="0002272D" w:rsidRPr="00A1709C" w:rsidRDefault="00A1709C" w:rsidP="001D6473">
      <w:pPr>
        <w:pStyle w:val="Heading1"/>
      </w:pPr>
      <w:r>
        <w:t>Deviation request form</w:t>
      </w:r>
    </w:p>
    <w:p w14:paraId="2AAC4EB9" w14:textId="77777777" w:rsidR="00F92931" w:rsidRPr="0022081F" w:rsidRDefault="005F34DF" w:rsidP="002E5DB5">
      <w:r w:rsidRPr="005F34DF">
        <w:rPr>
          <w:noProof/>
          <w14:cntxtAlts w14:val="0"/>
        </w:rPr>
        <w:pict w14:anchorId="425C7653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2966588B" w14:textId="2B1A48A9" w:rsidR="0002272D" w:rsidRPr="002E5DB5" w:rsidRDefault="0002272D" w:rsidP="0002272D">
      <w:pPr>
        <w:pStyle w:val="Heading6"/>
      </w:pPr>
      <w:r w:rsidRPr="002E5DB5">
        <w:rPr>
          <w:sz w:val="24"/>
        </w:rPr>
        <w:t xml:space="preserve">PUBLICATION DATE </w:t>
      </w:r>
      <w:r w:rsidRPr="002E5DB5">
        <w:rPr>
          <w:sz w:val="24"/>
        </w:rPr>
        <w:softHyphen/>
      </w:r>
      <w:r w:rsidRPr="002E5DB5">
        <w:t xml:space="preserve"> </w:t>
      </w:r>
      <w:r w:rsidR="001D6473" w:rsidRPr="001D6473">
        <w:rPr>
          <w:b/>
          <w:bCs/>
          <w:color w:val="515151" w:themeColor="text1"/>
        </w:rPr>
        <w:t>16.07.2020</w:t>
      </w:r>
    </w:p>
    <w:p w14:paraId="565F8E5B" w14:textId="77777777" w:rsidR="00F92931" w:rsidRPr="00947B25" w:rsidRDefault="00A1709C" w:rsidP="00A1709C">
      <w:pPr>
        <w:pStyle w:val="Heading6"/>
      </w:pPr>
      <w:r>
        <w:rPr>
          <w:sz w:val="24"/>
        </w:rPr>
        <w:t xml:space="preserve">Version </w:t>
      </w:r>
      <w:r w:rsidRPr="001D6473">
        <w:rPr>
          <w:b/>
          <w:bCs/>
          <w:color w:val="515151" w:themeColor="text1"/>
        </w:rPr>
        <w:t>3.0</w:t>
      </w:r>
      <w:r w:rsidR="0002272D">
        <w:t xml:space="preserve"> </w:t>
      </w:r>
      <w:r w:rsidR="0002272D">
        <w:br/>
      </w:r>
      <w:r w:rsidR="005F34DF" w:rsidRPr="005F34DF">
        <w:rPr>
          <w:noProof/>
          <w14:cntxtAlts w14:val="0"/>
        </w:rPr>
        <w:pict w14:anchorId="3C785BC7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6B0788F" w14:textId="77777777" w:rsidR="00F064A6" w:rsidRDefault="00F064A6" w:rsidP="00F064A6">
      <w:pPr>
        <w:pStyle w:val="Heading3"/>
        <w:rPr>
          <w:sz w:val="24"/>
        </w:rPr>
      </w:pPr>
    </w:p>
    <w:p w14:paraId="6B0DF537" w14:textId="77777777" w:rsidR="00F064A6" w:rsidRPr="00F064A6" w:rsidRDefault="00F064A6" w:rsidP="00F064A6"/>
    <w:p w14:paraId="3156B418" w14:textId="6B6E38E8" w:rsidR="003D333E" w:rsidRDefault="001D6473" w:rsidP="001D6473">
      <w:pPr>
        <w:pStyle w:val="H3"/>
        <w:numPr>
          <w:ilvl w:val="0"/>
          <w:numId w:val="31"/>
        </w:numPr>
      </w:pPr>
      <w:r>
        <w:t xml:space="preserve">   </w:t>
      </w:r>
      <w:r w:rsidR="003D333E">
        <w:t xml:space="preserve">To be completed by </w:t>
      </w:r>
      <w:r w:rsidR="003D333E" w:rsidRPr="00F064A6">
        <w:t>Gold Standard</w:t>
      </w:r>
    </w:p>
    <w:p w14:paraId="09913773" w14:textId="2971990A" w:rsidR="001805D0" w:rsidRPr="00F064A6" w:rsidRDefault="001805D0" w:rsidP="001805D0">
      <w:pPr>
        <w:pStyle w:val="H3"/>
      </w:pPr>
      <w:r>
        <w:t xml:space="preserve">Decision </w:t>
      </w:r>
    </w:p>
    <w:p w14:paraId="2308FD70" w14:textId="13FDB8CC" w:rsidR="001805D0" w:rsidRDefault="001805D0" w:rsidP="001805D0">
      <w:pPr>
        <w:pStyle w:val="H5"/>
      </w:pPr>
      <w:r>
        <w:t>Date</w:t>
      </w:r>
      <w:r w:rsidR="001D6473">
        <w:t xml:space="preserve"> </w:t>
      </w:r>
      <w:r>
        <w:t>-</w:t>
      </w:r>
      <w:r w:rsidR="001D6473">
        <w:t xml:space="preserve"> </w:t>
      </w:r>
      <w:r w:rsidR="00A750C6">
        <w:t>dd</w:t>
      </w:r>
      <w:r>
        <w:t>/</w:t>
      </w:r>
      <w:r w:rsidR="00A750C6">
        <w:t>mm</w:t>
      </w:r>
      <w:r>
        <w:t>/</w:t>
      </w:r>
      <w:proofErr w:type="spellStart"/>
      <w:r>
        <w:t>yyy</w:t>
      </w:r>
      <w:r w:rsidR="00F97596">
        <w:t>y</w:t>
      </w:r>
      <w:proofErr w:type="spellEnd"/>
    </w:p>
    <w:p w14:paraId="2AEF702E" w14:textId="77777777" w:rsidR="001805D0" w:rsidRDefault="001805D0" w:rsidP="001805D0">
      <w:pPr>
        <w:pStyle w:val="H5"/>
        <w:numPr>
          <w:ilvl w:val="0"/>
          <w:numId w:val="0"/>
        </w:numPr>
        <w:ind w:left="680"/>
      </w:pPr>
    </w:p>
    <w:p w14:paraId="3EAF5AEB" w14:textId="77777777" w:rsidR="001805D0" w:rsidRDefault="001805D0" w:rsidP="001805D0">
      <w:pPr>
        <w:pStyle w:val="H5"/>
      </w:pPr>
      <w:r>
        <w:t>Decision</w:t>
      </w:r>
    </w:p>
    <w:p w14:paraId="683FCAC7" w14:textId="29814F49" w:rsidR="001805D0" w:rsidRDefault="001805D0" w:rsidP="001805D0">
      <w:pPr>
        <w:pStyle w:val="H5"/>
        <w:numPr>
          <w:ilvl w:val="0"/>
          <w:numId w:val="0"/>
        </w:numPr>
        <w:rPr>
          <w:lang w:val="en-GB"/>
        </w:rPr>
      </w:pPr>
    </w:p>
    <w:p w14:paraId="60773958" w14:textId="77777777" w:rsidR="004440F5" w:rsidRDefault="004440F5">
      <w:pPr>
        <w:spacing w:line="276" w:lineRule="auto"/>
        <w:contextualSpacing w:val="0"/>
        <w:rPr>
          <w:rFonts w:asciiTheme="majorHAnsi" w:eastAsiaTheme="majorEastAsia" w:hAnsiTheme="majorHAnsi" w:cstheme="majorBidi"/>
          <w:b/>
          <w:bCs/>
          <w:color w:val="00B9BD" w:themeColor="accent1"/>
          <w:sz w:val="24"/>
        </w:rPr>
      </w:pPr>
      <w:r>
        <w:br w:type="page"/>
      </w:r>
    </w:p>
    <w:p w14:paraId="60CB5D36" w14:textId="142990EE" w:rsidR="00D2199C" w:rsidRDefault="003D333E" w:rsidP="006319DF">
      <w:pPr>
        <w:pStyle w:val="H3"/>
        <w:numPr>
          <w:ilvl w:val="0"/>
          <w:numId w:val="0"/>
        </w:numPr>
        <w:spacing w:line="276" w:lineRule="auto"/>
        <w:ind w:left="624" w:hanging="624"/>
      </w:pPr>
      <w:r w:rsidRPr="004440F5">
        <w:lastRenderedPageBreak/>
        <w:t xml:space="preserve">B. </w:t>
      </w:r>
      <w:r w:rsidR="006319DF">
        <w:tab/>
      </w:r>
      <w:r w:rsidR="00D2199C" w:rsidRPr="004440F5">
        <w:t xml:space="preserve">To be completed by the </w:t>
      </w:r>
      <w:r w:rsidR="00CA67C9">
        <w:t>P</w:t>
      </w:r>
      <w:r w:rsidR="00D2199C" w:rsidRPr="004440F5">
        <w:t xml:space="preserve">roject </w:t>
      </w:r>
      <w:r w:rsidR="00CA67C9">
        <w:t>D</w:t>
      </w:r>
      <w:r w:rsidR="00D2199C" w:rsidRPr="004440F5">
        <w:t>eveloper</w:t>
      </w:r>
      <w:r w:rsidR="00A750C6">
        <w:t>/Coordinating and Managing Entity</w:t>
      </w:r>
      <w:r w:rsidR="00D2199C" w:rsidRPr="004440F5">
        <w:t xml:space="preserve"> and/or VVB requesting deviation </w:t>
      </w:r>
      <w:r w:rsidR="006319DF" w:rsidRPr="00D9766F">
        <w:rPr>
          <w:b w:val="0"/>
          <w:bCs w:val="0"/>
          <w:color w:val="515151" w:themeColor="text1"/>
          <w:sz w:val="22"/>
          <w:szCs w:val="22"/>
          <w:shd w:val="clear" w:color="auto" w:fill="D9D9D9" w:themeFill="background1" w:themeFillShade="D9"/>
        </w:rPr>
        <w:t>(</w:t>
      </w:r>
      <w:r w:rsidR="00D9766F" w:rsidRPr="00D9766F">
        <w:rPr>
          <w:b w:val="0"/>
          <w:bCs w:val="0"/>
          <w:color w:val="515151" w:themeColor="text1"/>
          <w:sz w:val="22"/>
          <w:szCs w:val="22"/>
          <w:shd w:val="clear" w:color="auto" w:fill="D9D9D9" w:themeFill="background1" w:themeFillShade="D9"/>
        </w:rPr>
        <w:t>Please submit complete deviation request form in Microsoft Word format)</w:t>
      </w:r>
    </w:p>
    <w:p w14:paraId="29DF0E70" w14:textId="77777777" w:rsidR="006319DF" w:rsidRPr="004440F5" w:rsidRDefault="006319DF" w:rsidP="006319DF">
      <w:pPr>
        <w:pStyle w:val="H3"/>
        <w:numPr>
          <w:ilvl w:val="0"/>
          <w:numId w:val="0"/>
        </w:numPr>
        <w:spacing w:line="276" w:lineRule="auto"/>
        <w:ind w:left="624" w:hanging="624"/>
      </w:pPr>
    </w:p>
    <w:p w14:paraId="11853525" w14:textId="77777777" w:rsidR="00A1709C" w:rsidRPr="00F95941" w:rsidRDefault="00F064A6" w:rsidP="001D6473">
      <w:pPr>
        <w:pStyle w:val="H3"/>
      </w:pPr>
      <w:r w:rsidRPr="00F95941">
        <w:t xml:space="preserve">Background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9"/>
        <w:gridCol w:w="1556"/>
        <w:gridCol w:w="4317"/>
      </w:tblGrid>
      <w:tr w:rsidR="00F064A6" w14:paraId="43359E3D" w14:textId="77777777" w:rsidTr="394843E4">
        <w:tc>
          <w:tcPr>
            <w:tcW w:w="3749" w:type="dxa"/>
          </w:tcPr>
          <w:p w14:paraId="3E549127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Deviation Reference Number</w:t>
            </w:r>
          </w:p>
        </w:tc>
        <w:tc>
          <w:tcPr>
            <w:tcW w:w="5873" w:type="dxa"/>
            <w:gridSpan w:val="2"/>
          </w:tcPr>
          <w:p w14:paraId="4D514E4C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[to be completed by Gold Standard]</w:t>
            </w:r>
          </w:p>
        </w:tc>
      </w:tr>
      <w:tr w:rsidR="00F064A6" w14:paraId="4821121F" w14:textId="77777777" w:rsidTr="394843E4">
        <w:tc>
          <w:tcPr>
            <w:tcW w:w="3749" w:type="dxa"/>
          </w:tcPr>
          <w:p w14:paraId="7B0461D3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 xml:space="preserve">Date of decision </w:t>
            </w:r>
          </w:p>
        </w:tc>
        <w:tc>
          <w:tcPr>
            <w:tcW w:w="5873" w:type="dxa"/>
            <w:gridSpan w:val="2"/>
          </w:tcPr>
          <w:p w14:paraId="7229C96B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[to be completed by Gold Standard]</w:t>
            </w:r>
          </w:p>
        </w:tc>
      </w:tr>
      <w:tr w:rsidR="00F064A6" w14:paraId="2FD9AED0" w14:textId="77777777" w:rsidTr="394843E4">
        <w:tc>
          <w:tcPr>
            <w:tcW w:w="3749" w:type="dxa"/>
          </w:tcPr>
          <w:p w14:paraId="37C0F9AB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 xml:space="preserve">Date of submission </w:t>
            </w:r>
          </w:p>
        </w:tc>
        <w:tc>
          <w:tcPr>
            <w:tcW w:w="5873" w:type="dxa"/>
            <w:gridSpan w:val="2"/>
          </w:tcPr>
          <w:p w14:paraId="0136D6C3" w14:textId="68A2EE89" w:rsidR="00F064A6" w:rsidRPr="00933AB7" w:rsidRDefault="00A750C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D</w:t>
            </w:r>
            <w:r w:rsidR="00F064A6" w:rsidRPr="00933AB7">
              <w:rPr>
                <w:color w:val="515151" w:themeColor="text1"/>
                <w:sz w:val="22"/>
                <w:szCs w:val="22"/>
              </w:rPr>
              <w:t>d</w:t>
            </w:r>
            <w:r>
              <w:rPr>
                <w:color w:val="515151" w:themeColor="text1"/>
                <w:sz w:val="22"/>
                <w:szCs w:val="22"/>
              </w:rPr>
              <w:t>/</w:t>
            </w:r>
            <w:r w:rsidR="00F064A6" w:rsidRPr="00933AB7">
              <w:rPr>
                <w:color w:val="515151" w:themeColor="text1"/>
                <w:sz w:val="22"/>
                <w:szCs w:val="22"/>
              </w:rPr>
              <w:t>mm</w:t>
            </w:r>
            <w:r>
              <w:rPr>
                <w:color w:val="515151" w:themeColor="text1"/>
                <w:sz w:val="22"/>
                <w:szCs w:val="22"/>
              </w:rPr>
              <w:t>/</w:t>
            </w:r>
            <w:proofErr w:type="spellStart"/>
            <w:r w:rsidR="00F064A6" w:rsidRPr="00933AB7">
              <w:rPr>
                <w:color w:val="515151" w:themeColor="text1"/>
                <w:sz w:val="22"/>
                <w:szCs w:val="22"/>
              </w:rPr>
              <w:t>yyyy</w:t>
            </w:r>
            <w:proofErr w:type="spellEnd"/>
          </w:p>
        </w:tc>
      </w:tr>
      <w:tr w:rsidR="00F064A6" w14:paraId="7C1B5A1E" w14:textId="77777777" w:rsidTr="00B10610">
        <w:trPr>
          <w:trHeight w:val="325"/>
        </w:trPr>
        <w:tc>
          <w:tcPr>
            <w:tcW w:w="3749" w:type="dxa"/>
            <w:vMerge w:val="restart"/>
          </w:tcPr>
          <w:p w14:paraId="4D142F57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Project/</w:t>
            </w:r>
            <w:proofErr w:type="spellStart"/>
            <w:r w:rsidRPr="00F064A6">
              <w:rPr>
                <w:sz w:val="22"/>
                <w:szCs w:val="22"/>
              </w:rPr>
              <w:t>PoA</w:t>
            </w:r>
            <w:proofErr w:type="spellEnd"/>
            <w:r w:rsidRPr="00F064A6">
              <w:rPr>
                <w:sz w:val="22"/>
                <w:szCs w:val="22"/>
              </w:rPr>
              <w:t>/VPA</w:t>
            </w:r>
          </w:p>
        </w:tc>
        <w:tc>
          <w:tcPr>
            <w:tcW w:w="1556" w:type="dxa"/>
          </w:tcPr>
          <w:p w14:paraId="1A68F06A" w14:textId="5644EEA7" w:rsidR="00F064A6" w:rsidRPr="00933AB7" w:rsidRDefault="00071C55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r w:rsidRPr="00933AB7">
              <w:rPr>
                <w:color w:val="515151" w:themeColor="text1"/>
                <w:sz w:val="22"/>
                <w:szCs w:val="22"/>
              </w:rPr>
              <w:t xml:space="preserve"> </w:t>
            </w:r>
            <w:r w:rsidR="00F064A6" w:rsidRPr="00933AB7">
              <w:rPr>
                <w:color w:val="515151" w:themeColor="text1"/>
                <w:sz w:val="22"/>
                <w:szCs w:val="22"/>
              </w:rPr>
              <w:t xml:space="preserve">Project </w:t>
            </w:r>
          </w:p>
        </w:tc>
        <w:tc>
          <w:tcPr>
            <w:tcW w:w="4317" w:type="dxa"/>
          </w:tcPr>
          <w:p w14:paraId="46DBDF89" w14:textId="236AA745" w:rsidR="00F064A6" w:rsidRPr="00933AB7" w:rsidRDefault="00F064A6" w:rsidP="00933AB7">
            <w:pPr>
              <w:spacing w:line="276" w:lineRule="auto"/>
              <w:rPr>
                <w:rFonts w:asciiTheme="majorHAnsi" w:eastAsiaTheme="majorEastAsia" w:hAnsiTheme="majorHAnsi" w:cstheme="majorBidi"/>
                <w:color w:val="515151" w:themeColor="text1"/>
                <w:szCs w:val="22"/>
              </w:rPr>
            </w:pPr>
            <w:r w:rsidRPr="00933AB7">
              <w:rPr>
                <w:rFonts w:asciiTheme="majorHAnsi" w:eastAsiaTheme="majorEastAsia" w:hAnsiTheme="majorHAnsi" w:cstheme="majorBidi"/>
                <w:color w:val="515151" w:themeColor="text1"/>
                <w:szCs w:val="22"/>
              </w:rPr>
              <w:t>ID – GSXXXX</w:t>
            </w:r>
          </w:p>
        </w:tc>
      </w:tr>
      <w:tr w:rsidR="00F064A6" w14:paraId="3643422E" w14:textId="77777777" w:rsidTr="00B10610">
        <w:trPr>
          <w:trHeight w:val="323"/>
        </w:trPr>
        <w:tc>
          <w:tcPr>
            <w:tcW w:w="3749" w:type="dxa"/>
            <w:vMerge/>
          </w:tcPr>
          <w:p w14:paraId="405D1873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14:paraId="4E7FCED1" w14:textId="1C482056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2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0"/>
            <w:r w:rsidRPr="00933AB7">
              <w:rPr>
                <w:color w:val="515151" w:themeColor="text1"/>
                <w:sz w:val="22"/>
                <w:szCs w:val="22"/>
              </w:rPr>
              <w:t xml:space="preserve"> </w:t>
            </w:r>
            <w:proofErr w:type="spellStart"/>
            <w:r w:rsidRPr="00933AB7">
              <w:rPr>
                <w:color w:val="515151" w:themeColor="text1"/>
                <w:sz w:val="22"/>
                <w:szCs w:val="22"/>
              </w:rPr>
              <w:t>PoA</w:t>
            </w:r>
            <w:proofErr w:type="spellEnd"/>
          </w:p>
        </w:tc>
        <w:tc>
          <w:tcPr>
            <w:tcW w:w="4317" w:type="dxa"/>
          </w:tcPr>
          <w:p w14:paraId="182DF601" w14:textId="4D9FC43A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ID – GSXXXX</w:t>
            </w:r>
          </w:p>
        </w:tc>
      </w:tr>
      <w:tr w:rsidR="00F064A6" w14:paraId="19C07F26" w14:textId="77777777" w:rsidTr="00B10610">
        <w:trPr>
          <w:trHeight w:val="323"/>
        </w:trPr>
        <w:tc>
          <w:tcPr>
            <w:tcW w:w="3749" w:type="dxa"/>
            <w:vMerge/>
          </w:tcPr>
          <w:p w14:paraId="4D4EB2EE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14:paraId="5F333498" w14:textId="15F00BE3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3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1"/>
            <w:r w:rsidRPr="00933AB7">
              <w:rPr>
                <w:color w:val="515151" w:themeColor="text1"/>
                <w:sz w:val="22"/>
                <w:szCs w:val="22"/>
              </w:rPr>
              <w:t xml:space="preserve"> VPA</w:t>
            </w:r>
          </w:p>
        </w:tc>
        <w:tc>
          <w:tcPr>
            <w:tcW w:w="4317" w:type="dxa"/>
          </w:tcPr>
          <w:p w14:paraId="4A7586C8" w14:textId="0537CDD3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ID – GSXXXX</w:t>
            </w:r>
          </w:p>
        </w:tc>
      </w:tr>
      <w:tr w:rsidR="00F064A6" w14:paraId="5CA2526E" w14:textId="77777777" w:rsidTr="394843E4">
        <w:tc>
          <w:tcPr>
            <w:tcW w:w="3749" w:type="dxa"/>
          </w:tcPr>
          <w:p w14:paraId="08DA9C24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Project/</w:t>
            </w:r>
            <w:proofErr w:type="spellStart"/>
            <w:r w:rsidRPr="00F064A6">
              <w:rPr>
                <w:sz w:val="22"/>
                <w:szCs w:val="22"/>
              </w:rPr>
              <w:t>PoA</w:t>
            </w:r>
            <w:proofErr w:type="spellEnd"/>
            <w:r w:rsidRPr="00F064A6">
              <w:rPr>
                <w:sz w:val="22"/>
                <w:szCs w:val="22"/>
              </w:rPr>
              <w:t>/VPA title</w:t>
            </w:r>
          </w:p>
        </w:tc>
        <w:tc>
          <w:tcPr>
            <w:tcW w:w="5873" w:type="dxa"/>
            <w:gridSpan w:val="2"/>
          </w:tcPr>
          <w:p w14:paraId="45A4C18F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</w:p>
        </w:tc>
      </w:tr>
      <w:tr w:rsidR="004143F2" w14:paraId="668C41DE" w14:textId="77777777" w:rsidTr="394843E4">
        <w:tc>
          <w:tcPr>
            <w:tcW w:w="3749" w:type="dxa"/>
          </w:tcPr>
          <w:p w14:paraId="5A412ABD" w14:textId="109EB0BF" w:rsidR="004143F2" w:rsidRPr="00F064A6" w:rsidRDefault="004143F2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Location of </w:t>
            </w:r>
            <w:r w:rsidR="00DF49A5">
              <w:rPr>
                <w:sz w:val="22"/>
                <w:szCs w:val="22"/>
              </w:rPr>
              <w:t>p</w:t>
            </w:r>
            <w:r w:rsidRPr="00F064A6">
              <w:rPr>
                <w:sz w:val="22"/>
                <w:szCs w:val="22"/>
              </w:rPr>
              <w:t>roject/</w:t>
            </w:r>
            <w:proofErr w:type="spellStart"/>
            <w:r w:rsidRPr="00F064A6">
              <w:rPr>
                <w:sz w:val="22"/>
                <w:szCs w:val="22"/>
              </w:rPr>
              <w:t>PoA</w:t>
            </w:r>
            <w:proofErr w:type="spellEnd"/>
            <w:r w:rsidRPr="00F064A6">
              <w:rPr>
                <w:sz w:val="22"/>
                <w:szCs w:val="22"/>
              </w:rPr>
              <w:t>/VPA</w:t>
            </w:r>
          </w:p>
        </w:tc>
        <w:tc>
          <w:tcPr>
            <w:tcW w:w="5873" w:type="dxa"/>
            <w:gridSpan w:val="2"/>
          </w:tcPr>
          <w:p w14:paraId="11117A44" w14:textId="77777777" w:rsidR="004143F2" w:rsidRPr="00933AB7" w:rsidRDefault="004143F2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>
              <w:rPr>
                <w:color w:val="515151" w:themeColor="text1"/>
                <w:sz w:val="22"/>
                <w:szCs w:val="22"/>
              </w:rPr>
              <w:t>Host country(</w:t>
            </w:r>
            <w:proofErr w:type="spellStart"/>
            <w:r>
              <w:rPr>
                <w:color w:val="515151" w:themeColor="text1"/>
                <w:sz w:val="22"/>
                <w:szCs w:val="22"/>
              </w:rPr>
              <w:t>ies</w:t>
            </w:r>
            <w:proofErr w:type="spellEnd"/>
            <w:r>
              <w:rPr>
                <w:color w:val="515151" w:themeColor="text1"/>
                <w:sz w:val="22"/>
                <w:szCs w:val="22"/>
              </w:rPr>
              <w:t xml:space="preserve">) </w:t>
            </w:r>
          </w:p>
        </w:tc>
      </w:tr>
      <w:tr w:rsidR="003A6023" w14:paraId="6488AAFE" w14:textId="77777777" w:rsidTr="394843E4">
        <w:tc>
          <w:tcPr>
            <w:tcW w:w="3749" w:type="dxa"/>
          </w:tcPr>
          <w:p w14:paraId="2DC7C036" w14:textId="2218509C" w:rsidR="003A6023" w:rsidRPr="00F064A6" w:rsidRDefault="003A6023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Scale of the </w:t>
            </w:r>
            <w:r w:rsidR="00DF49A5">
              <w:rPr>
                <w:sz w:val="22"/>
                <w:szCs w:val="22"/>
              </w:rPr>
              <w:t>p</w:t>
            </w:r>
            <w:r w:rsidRPr="00F064A6">
              <w:rPr>
                <w:sz w:val="22"/>
                <w:szCs w:val="22"/>
              </w:rPr>
              <w:t>roject/</w:t>
            </w:r>
            <w:proofErr w:type="spellStart"/>
            <w:r w:rsidRPr="00F064A6">
              <w:rPr>
                <w:sz w:val="22"/>
                <w:szCs w:val="22"/>
              </w:rPr>
              <w:t>PoA</w:t>
            </w:r>
            <w:proofErr w:type="spellEnd"/>
            <w:r w:rsidRPr="00F064A6">
              <w:rPr>
                <w:sz w:val="22"/>
                <w:szCs w:val="22"/>
              </w:rPr>
              <w:t>/VPA</w:t>
            </w:r>
          </w:p>
        </w:tc>
        <w:tc>
          <w:tcPr>
            <w:tcW w:w="5873" w:type="dxa"/>
            <w:gridSpan w:val="2"/>
          </w:tcPr>
          <w:p w14:paraId="632593EF" w14:textId="77777777" w:rsidR="003A6023" w:rsidRPr="00933AB7" w:rsidRDefault="003A6023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0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2"/>
            <w:r w:rsidRPr="00933AB7">
              <w:rPr>
                <w:color w:val="515151" w:themeColor="text1"/>
                <w:sz w:val="22"/>
                <w:szCs w:val="22"/>
              </w:rPr>
              <w:t xml:space="preserve"> Microscale </w:t>
            </w:r>
          </w:p>
          <w:p w14:paraId="33A91A22" w14:textId="77777777" w:rsidR="003A6023" w:rsidRPr="00933AB7" w:rsidRDefault="003A6023" w:rsidP="00933AB7">
            <w:pPr>
              <w:spacing w:line="276" w:lineRule="auto"/>
              <w:rPr>
                <w:szCs w:val="22"/>
              </w:rPr>
            </w:pPr>
            <w:r w:rsidRPr="00933AB7">
              <w:rPr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1"/>
            <w:r w:rsidRPr="00933AB7">
              <w:rPr>
                <w:szCs w:val="22"/>
              </w:rPr>
              <w:instrText xml:space="preserve"> FORMCHECKBOX </w:instrText>
            </w:r>
            <w:r w:rsidR="005F34DF">
              <w:rPr>
                <w:szCs w:val="22"/>
              </w:rPr>
            </w:r>
            <w:r w:rsidR="005F34DF">
              <w:rPr>
                <w:szCs w:val="22"/>
              </w:rPr>
              <w:fldChar w:fldCharType="separate"/>
            </w:r>
            <w:r w:rsidRPr="00933AB7">
              <w:rPr>
                <w:szCs w:val="22"/>
              </w:rPr>
              <w:fldChar w:fldCharType="end"/>
            </w:r>
            <w:bookmarkEnd w:id="3"/>
            <w:r w:rsidRPr="00933AB7">
              <w:rPr>
                <w:szCs w:val="22"/>
              </w:rPr>
              <w:t xml:space="preserve"> Small scale</w:t>
            </w:r>
          </w:p>
          <w:p w14:paraId="795C49D0" w14:textId="77777777" w:rsidR="003A6023" w:rsidRPr="00933AB7" w:rsidRDefault="003A6023" w:rsidP="00933AB7">
            <w:pPr>
              <w:spacing w:line="276" w:lineRule="auto"/>
              <w:rPr>
                <w:szCs w:val="22"/>
              </w:rPr>
            </w:pPr>
            <w:r w:rsidRPr="00933AB7">
              <w:rPr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2"/>
            <w:r w:rsidRPr="00933AB7">
              <w:rPr>
                <w:szCs w:val="22"/>
              </w:rPr>
              <w:instrText xml:space="preserve"> FORMCHECKBOX </w:instrText>
            </w:r>
            <w:r w:rsidR="005F34DF">
              <w:rPr>
                <w:szCs w:val="22"/>
              </w:rPr>
            </w:r>
            <w:r w:rsidR="005F34DF">
              <w:rPr>
                <w:szCs w:val="22"/>
              </w:rPr>
              <w:fldChar w:fldCharType="separate"/>
            </w:r>
            <w:r w:rsidRPr="00933AB7">
              <w:rPr>
                <w:szCs w:val="22"/>
              </w:rPr>
              <w:fldChar w:fldCharType="end"/>
            </w:r>
            <w:bookmarkEnd w:id="4"/>
            <w:r w:rsidRPr="00933AB7">
              <w:rPr>
                <w:szCs w:val="22"/>
              </w:rPr>
              <w:t xml:space="preserve"> Large scale </w:t>
            </w:r>
          </w:p>
        </w:tc>
      </w:tr>
      <w:tr w:rsidR="00AC40FE" w14:paraId="57168398" w14:textId="77777777" w:rsidTr="394843E4">
        <w:tc>
          <w:tcPr>
            <w:tcW w:w="3749" w:type="dxa"/>
          </w:tcPr>
          <w:p w14:paraId="6A14CAFB" w14:textId="4B2CBFC4" w:rsidR="00AC40FE" w:rsidRPr="00F064A6" w:rsidRDefault="00AC40FE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Gold Standard Impact Registry link of the </w:t>
            </w:r>
            <w:r w:rsidR="00DF49A5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roject/</w:t>
            </w:r>
            <w:proofErr w:type="spellStart"/>
            <w:r>
              <w:rPr>
                <w:sz w:val="22"/>
                <w:szCs w:val="22"/>
              </w:rPr>
              <w:t>PoA</w:t>
            </w:r>
            <w:proofErr w:type="spellEnd"/>
            <w:r>
              <w:rPr>
                <w:sz w:val="22"/>
                <w:szCs w:val="22"/>
              </w:rPr>
              <w:t>/VPA</w:t>
            </w:r>
          </w:p>
        </w:tc>
        <w:tc>
          <w:tcPr>
            <w:tcW w:w="5873" w:type="dxa"/>
            <w:gridSpan w:val="2"/>
          </w:tcPr>
          <w:p w14:paraId="3ABBF0ED" w14:textId="77777777" w:rsidR="00AC40FE" w:rsidRPr="00933AB7" w:rsidRDefault="00AC40FE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</w:p>
        </w:tc>
      </w:tr>
      <w:tr w:rsidR="00F064A6" w14:paraId="26938B8E" w14:textId="77777777" w:rsidTr="394843E4">
        <w:tc>
          <w:tcPr>
            <w:tcW w:w="3749" w:type="dxa"/>
          </w:tcPr>
          <w:p w14:paraId="15C353B6" w14:textId="28B341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Status of the</w:t>
            </w:r>
            <w:r w:rsidR="00DF49A5">
              <w:rPr>
                <w:sz w:val="22"/>
                <w:szCs w:val="22"/>
              </w:rPr>
              <w:t xml:space="preserve"> p</w:t>
            </w:r>
            <w:r w:rsidRPr="00F064A6">
              <w:rPr>
                <w:sz w:val="22"/>
                <w:szCs w:val="22"/>
              </w:rPr>
              <w:t>roject/</w:t>
            </w:r>
            <w:proofErr w:type="spellStart"/>
            <w:r w:rsidRPr="00F064A6">
              <w:rPr>
                <w:sz w:val="22"/>
                <w:szCs w:val="22"/>
              </w:rPr>
              <w:t>PoA</w:t>
            </w:r>
            <w:proofErr w:type="spellEnd"/>
            <w:r w:rsidRPr="00F064A6">
              <w:rPr>
                <w:sz w:val="22"/>
                <w:szCs w:val="22"/>
              </w:rPr>
              <w:t>/VPA</w:t>
            </w:r>
          </w:p>
        </w:tc>
        <w:tc>
          <w:tcPr>
            <w:tcW w:w="5873" w:type="dxa"/>
            <w:gridSpan w:val="2"/>
          </w:tcPr>
          <w:p w14:paraId="016F1967" w14:textId="3359E475" w:rsidR="00F064A6" w:rsidRPr="00933AB7" w:rsidRDefault="00933AB7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4"/>
            <w:r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5"/>
            <w:r w:rsidR="00F064A6" w:rsidRPr="00933AB7">
              <w:rPr>
                <w:color w:val="515151" w:themeColor="text1"/>
                <w:sz w:val="22"/>
                <w:szCs w:val="22"/>
              </w:rPr>
              <w:t xml:space="preserve"> New  </w:t>
            </w:r>
          </w:p>
          <w:p w14:paraId="1E2E454F" w14:textId="67D054F5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5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6"/>
            <w:r w:rsidRPr="00933AB7">
              <w:rPr>
                <w:color w:val="515151" w:themeColor="text1"/>
                <w:sz w:val="22"/>
                <w:szCs w:val="22"/>
              </w:rPr>
              <w:t xml:space="preserve"> Listed   </w:t>
            </w:r>
          </w:p>
          <w:p w14:paraId="7025A6B6" w14:textId="6170664E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6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7"/>
            <w:r w:rsidRPr="00933AB7">
              <w:rPr>
                <w:color w:val="515151" w:themeColor="text1"/>
                <w:sz w:val="22"/>
                <w:szCs w:val="22"/>
              </w:rPr>
              <w:t xml:space="preserve"> Certified design  </w:t>
            </w:r>
          </w:p>
          <w:p w14:paraId="6F79969A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933AB7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8"/>
            <w:r w:rsidRPr="00933AB7">
              <w:rPr>
                <w:color w:val="515151" w:themeColor="text1"/>
                <w:sz w:val="22"/>
                <w:szCs w:val="22"/>
              </w:rPr>
              <w:t xml:space="preserve"> Certified project</w:t>
            </w:r>
          </w:p>
        </w:tc>
      </w:tr>
      <w:tr w:rsidR="00F064A6" w14:paraId="6A999E63" w14:textId="77777777" w:rsidTr="394843E4">
        <w:tc>
          <w:tcPr>
            <w:tcW w:w="3749" w:type="dxa"/>
          </w:tcPr>
          <w:p w14:paraId="055D98F0" w14:textId="4F2B1638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Title/</w:t>
            </w:r>
            <w:r w:rsidR="00DF49A5">
              <w:rPr>
                <w:sz w:val="22"/>
                <w:szCs w:val="22"/>
              </w:rPr>
              <w:t>s</w:t>
            </w:r>
            <w:r w:rsidRPr="00F064A6">
              <w:rPr>
                <w:sz w:val="22"/>
                <w:szCs w:val="22"/>
              </w:rPr>
              <w:t xml:space="preserve">ubject of deviation </w:t>
            </w:r>
          </w:p>
        </w:tc>
        <w:tc>
          <w:tcPr>
            <w:tcW w:w="5873" w:type="dxa"/>
            <w:gridSpan w:val="2"/>
          </w:tcPr>
          <w:p w14:paraId="72C0D433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</w:tr>
      <w:tr w:rsidR="00F064A6" w14:paraId="7443CD29" w14:textId="77777777" w:rsidTr="394843E4">
        <w:tc>
          <w:tcPr>
            <w:tcW w:w="3749" w:type="dxa"/>
          </w:tcPr>
          <w:p w14:paraId="225E3188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 xml:space="preserve">Specify applicable rule/requirements/methodology and version number </w:t>
            </w:r>
          </w:p>
        </w:tc>
        <w:tc>
          <w:tcPr>
            <w:tcW w:w="5873" w:type="dxa"/>
            <w:gridSpan w:val="2"/>
          </w:tcPr>
          <w:p w14:paraId="129EE1A9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</w:tr>
      <w:tr w:rsidR="00F064A6" w14:paraId="0A4FDFD8" w14:textId="77777777" w:rsidTr="394843E4">
        <w:tc>
          <w:tcPr>
            <w:tcW w:w="3749" w:type="dxa"/>
          </w:tcPr>
          <w:p w14:paraId="682283A5" w14:textId="6981D840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>Specify the monitoring period for which the request is valid</w:t>
            </w:r>
            <w:r w:rsidR="00E92C31">
              <w:rPr>
                <w:sz w:val="22"/>
                <w:szCs w:val="22"/>
              </w:rPr>
              <w:t xml:space="preserve"> (if applicable)</w:t>
            </w:r>
          </w:p>
        </w:tc>
        <w:tc>
          <w:tcPr>
            <w:tcW w:w="5873" w:type="dxa"/>
            <w:gridSpan w:val="2"/>
          </w:tcPr>
          <w:p w14:paraId="0F21448F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 xml:space="preserve">Start date </w:t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9" w:name="Text1"/>
            <w:r w:rsidRPr="00933AB7">
              <w:rPr>
                <w:color w:val="515151" w:themeColor="text1"/>
                <w:sz w:val="22"/>
                <w:szCs w:val="22"/>
              </w:rPr>
              <w:instrText xml:space="preserve"> FORMTEXT </w:instrText>
            </w:r>
            <w:r w:rsidRPr="00933AB7">
              <w:rPr>
                <w:color w:val="515151" w:themeColor="text1"/>
                <w:sz w:val="22"/>
                <w:szCs w:val="22"/>
              </w:rPr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9"/>
            <w:r w:rsidRPr="00933AB7">
              <w:rPr>
                <w:color w:val="515151" w:themeColor="text1"/>
                <w:sz w:val="22"/>
                <w:szCs w:val="22"/>
              </w:rPr>
              <w:t xml:space="preserve">          End date </w:t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933AB7">
              <w:rPr>
                <w:color w:val="515151" w:themeColor="text1"/>
                <w:sz w:val="22"/>
                <w:szCs w:val="22"/>
              </w:rPr>
              <w:instrText xml:space="preserve"> FORMTEXT </w:instrText>
            </w:r>
            <w:r w:rsidRPr="00933AB7">
              <w:rPr>
                <w:color w:val="515151" w:themeColor="text1"/>
                <w:sz w:val="22"/>
                <w:szCs w:val="22"/>
              </w:rPr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separate"/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noProof/>
                <w:color w:val="515151" w:themeColor="text1"/>
                <w:sz w:val="22"/>
                <w:szCs w:val="22"/>
              </w:rPr>
              <w:t> </w:t>
            </w:r>
            <w:r w:rsidRPr="00933AB7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10"/>
            <w:r w:rsidRPr="00933AB7">
              <w:rPr>
                <w:color w:val="515151" w:themeColor="text1"/>
                <w:sz w:val="22"/>
                <w:szCs w:val="22"/>
              </w:rPr>
              <w:t xml:space="preserve"> </w:t>
            </w:r>
          </w:p>
        </w:tc>
      </w:tr>
      <w:tr w:rsidR="00F064A6" w14:paraId="169CEAEA" w14:textId="77777777" w:rsidTr="394843E4">
        <w:tc>
          <w:tcPr>
            <w:tcW w:w="3749" w:type="dxa"/>
            <w:vMerge w:val="restart"/>
          </w:tcPr>
          <w:p w14:paraId="354B164B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  <w:r w:rsidRPr="00F064A6">
              <w:rPr>
                <w:sz w:val="22"/>
                <w:szCs w:val="22"/>
              </w:rPr>
              <w:t xml:space="preserve">Submitted by </w:t>
            </w:r>
          </w:p>
        </w:tc>
        <w:tc>
          <w:tcPr>
            <w:tcW w:w="5873" w:type="dxa"/>
            <w:gridSpan w:val="2"/>
          </w:tcPr>
          <w:p w14:paraId="1CA31743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Contact person name:</w:t>
            </w:r>
          </w:p>
          <w:p w14:paraId="37C01AEA" w14:textId="77777777" w:rsidR="00436F0C" w:rsidRPr="00933AB7" w:rsidRDefault="00436F0C" w:rsidP="00933AB7">
            <w:pPr>
              <w:spacing w:line="276" w:lineRule="auto"/>
              <w:rPr>
                <w:szCs w:val="22"/>
              </w:rPr>
            </w:pPr>
          </w:p>
          <w:p w14:paraId="5FD557FA" w14:textId="77777777" w:rsidR="00F064A6" w:rsidRPr="00933AB7" w:rsidRDefault="00F064A6" w:rsidP="00933AB7">
            <w:pPr>
              <w:spacing w:line="276" w:lineRule="auto"/>
              <w:rPr>
                <w:szCs w:val="22"/>
              </w:rPr>
            </w:pPr>
            <w:r w:rsidRPr="00933AB7">
              <w:rPr>
                <w:szCs w:val="22"/>
              </w:rPr>
              <w:t>Email ID:</w:t>
            </w:r>
          </w:p>
        </w:tc>
      </w:tr>
      <w:tr w:rsidR="00F064A6" w14:paraId="66A9BBDF" w14:textId="77777777" w:rsidTr="394843E4">
        <w:tc>
          <w:tcPr>
            <w:tcW w:w="3749" w:type="dxa"/>
            <w:vMerge/>
          </w:tcPr>
          <w:p w14:paraId="1CECC55D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  <w:tc>
          <w:tcPr>
            <w:tcW w:w="5873" w:type="dxa"/>
            <w:gridSpan w:val="2"/>
          </w:tcPr>
          <w:p w14:paraId="425C36A9" w14:textId="77777777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Organization:</w:t>
            </w:r>
          </w:p>
        </w:tc>
      </w:tr>
      <w:tr w:rsidR="00F064A6" w14:paraId="2C9CDA35" w14:textId="77777777" w:rsidTr="394843E4">
        <w:tc>
          <w:tcPr>
            <w:tcW w:w="3749" w:type="dxa"/>
            <w:vMerge/>
          </w:tcPr>
          <w:p w14:paraId="189948FC" w14:textId="77777777" w:rsidR="00F064A6" w:rsidRPr="00F064A6" w:rsidRDefault="00F064A6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  <w:tc>
          <w:tcPr>
            <w:tcW w:w="5873" w:type="dxa"/>
            <w:gridSpan w:val="2"/>
          </w:tcPr>
          <w:p w14:paraId="4B919F66" w14:textId="26BE11D4" w:rsidR="00F064A6" w:rsidRPr="00933AB7" w:rsidRDefault="00F064A6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 xml:space="preserve">Project participant: Yes </w:t>
            </w:r>
            <w:r w:rsidR="003756A2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8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3756A2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="003756A2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11"/>
            <w:r w:rsidRPr="00933AB7">
              <w:rPr>
                <w:color w:val="515151" w:themeColor="text1"/>
                <w:sz w:val="22"/>
                <w:szCs w:val="22"/>
              </w:rPr>
              <w:t xml:space="preserve"> NO</w:t>
            </w:r>
            <w:r w:rsidR="003756A2">
              <w:rPr>
                <w:color w:val="515151" w:themeColor="text1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3756A2">
              <w:rPr>
                <w:color w:val="515151" w:themeColor="text1"/>
                <w:sz w:val="22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 w:val="22"/>
                <w:szCs w:val="22"/>
              </w:rPr>
            </w:r>
            <w:r w:rsidR="005F34DF">
              <w:rPr>
                <w:color w:val="515151" w:themeColor="text1"/>
                <w:sz w:val="22"/>
                <w:szCs w:val="22"/>
              </w:rPr>
              <w:fldChar w:fldCharType="separate"/>
            </w:r>
            <w:r w:rsidR="003756A2">
              <w:rPr>
                <w:color w:val="515151" w:themeColor="text1"/>
                <w:sz w:val="22"/>
                <w:szCs w:val="22"/>
              </w:rPr>
              <w:fldChar w:fldCharType="end"/>
            </w:r>
            <w:bookmarkEnd w:id="12"/>
          </w:p>
        </w:tc>
      </w:tr>
      <w:tr w:rsidR="00AC40FE" w14:paraId="1584AA92" w14:textId="77777777" w:rsidTr="394843E4">
        <w:tc>
          <w:tcPr>
            <w:tcW w:w="3749" w:type="dxa"/>
          </w:tcPr>
          <w:p w14:paraId="186BE80A" w14:textId="1EBB5B4D" w:rsidR="00933AB7" w:rsidRPr="00933AB7" w:rsidRDefault="00AC40FE" w:rsidP="00933AB7">
            <w:pPr>
              <w:spacing w:line="276" w:lineRule="auto"/>
            </w:pPr>
            <w:r w:rsidRPr="394843E4">
              <w:rPr>
                <w:color w:val="00B9BD" w:themeColor="accent1"/>
              </w:rPr>
              <w:t>Validation and Verification body</w:t>
            </w:r>
            <w:r w:rsidR="00933AB7">
              <w:t xml:space="preserve"> (VVB opinion shall be included, where required by the applicable rules/requirement</w:t>
            </w:r>
            <w:r w:rsidR="0A57C44C">
              <w:t>s</w:t>
            </w:r>
            <w:r w:rsidR="00933AB7">
              <w:t xml:space="preserve"> or request is submitted by the VVB). </w:t>
            </w:r>
          </w:p>
          <w:p w14:paraId="7EB197BA" w14:textId="77777777" w:rsidR="00AC40FE" w:rsidRPr="00F064A6" w:rsidRDefault="00AC40FE" w:rsidP="00F40F2E">
            <w:pPr>
              <w:pStyle w:val="Heading3"/>
              <w:spacing w:line="276" w:lineRule="auto"/>
              <w:outlineLvl w:val="2"/>
              <w:rPr>
                <w:sz w:val="22"/>
                <w:szCs w:val="22"/>
              </w:rPr>
            </w:pPr>
          </w:p>
        </w:tc>
        <w:tc>
          <w:tcPr>
            <w:tcW w:w="5873" w:type="dxa"/>
            <w:gridSpan w:val="2"/>
          </w:tcPr>
          <w:p w14:paraId="7E16C170" w14:textId="125D8DD8" w:rsidR="00F95941" w:rsidRPr="00933AB7" w:rsidRDefault="00F95941" w:rsidP="00933AB7">
            <w:pPr>
              <w:spacing w:line="276" w:lineRule="auto"/>
              <w:rPr>
                <w:szCs w:val="22"/>
              </w:rPr>
            </w:pPr>
            <w:r w:rsidRPr="00933AB7">
              <w:rPr>
                <w:color w:val="515151" w:themeColor="text1"/>
                <w:szCs w:val="22"/>
              </w:rPr>
              <w:t xml:space="preserve">Yes </w:t>
            </w:r>
            <w:r w:rsidRPr="00933AB7">
              <w:rPr>
                <w:color w:val="515151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AB7">
              <w:rPr>
                <w:color w:val="515151" w:themeColor="text1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Cs w:val="22"/>
              </w:rPr>
            </w:r>
            <w:r w:rsidR="005F34DF">
              <w:rPr>
                <w:color w:val="515151" w:themeColor="text1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Cs w:val="22"/>
              </w:rPr>
              <w:fldChar w:fldCharType="end"/>
            </w:r>
            <w:r w:rsidRPr="00933AB7">
              <w:rPr>
                <w:color w:val="515151" w:themeColor="text1"/>
                <w:szCs w:val="22"/>
              </w:rPr>
              <w:t xml:space="preserve"> NO</w:t>
            </w:r>
            <w:r w:rsidRPr="00933AB7">
              <w:rPr>
                <w:color w:val="515151" w:themeColor="text1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AB7">
              <w:rPr>
                <w:color w:val="515151" w:themeColor="text1"/>
                <w:szCs w:val="22"/>
              </w:rPr>
              <w:instrText xml:space="preserve"> FORMCHECKBOX </w:instrText>
            </w:r>
            <w:r w:rsidR="005F34DF">
              <w:rPr>
                <w:color w:val="515151" w:themeColor="text1"/>
                <w:szCs w:val="22"/>
              </w:rPr>
            </w:r>
            <w:r w:rsidR="005F34DF">
              <w:rPr>
                <w:color w:val="515151" w:themeColor="text1"/>
                <w:szCs w:val="22"/>
              </w:rPr>
              <w:fldChar w:fldCharType="separate"/>
            </w:r>
            <w:r w:rsidRPr="00933AB7">
              <w:rPr>
                <w:color w:val="515151" w:themeColor="text1"/>
                <w:szCs w:val="22"/>
              </w:rPr>
              <w:fldChar w:fldCharType="end"/>
            </w:r>
          </w:p>
          <w:p w14:paraId="4A07E417" w14:textId="77777777" w:rsidR="00F95941" w:rsidRPr="00933AB7" w:rsidRDefault="00F95941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</w:p>
          <w:p w14:paraId="2BC630AE" w14:textId="77777777" w:rsidR="00F95941" w:rsidRPr="00933AB7" w:rsidRDefault="00F95941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If yes;</w:t>
            </w:r>
          </w:p>
          <w:p w14:paraId="6D465362" w14:textId="35FCAC90" w:rsidR="00AC40FE" w:rsidRPr="00933AB7" w:rsidRDefault="00F95941" w:rsidP="00933AB7">
            <w:pPr>
              <w:pStyle w:val="Heading3"/>
              <w:spacing w:line="276" w:lineRule="auto"/>
              <w:outlineLvl w:val="2"/>
              <w:rPr>
                <w:color w:val="515151" w:themeColor="text1"/>
                <w:sz w:val="22"/>
                <w:szCs w:val="22"/>
              </w:rPr>
            </w:pPr>
            <w:r w:rsidRPr="00933AB7">
              <w:rPr>
                <w:color w:val="515151" w:themeColor="text1"/>
                <w:sz w:val="22"/>
                <w:szCs w:val="22"/>
              </w:rPr>
              <w:t>VVB</w:t>
            </w:r>
            <w:r w:rsidR="00AC40FE" w:rsidRPr="00933AB7">
              <w:rPr>
                <w:color w:val="515151" w:themeColor="text1"/>
                <w:sz w:val="22"/>
                <w:szCs w:val="22"/>
              </w:rPr>
              <w:t xml:space="preserve"> name:</w:t>
            </w:r>
          </w:p>
          <w:p w14:paraId="3DF9BE14" w14:textId="77777777" w:rsidR="00F95941" w:rsidRPr="00933AB7" w:rsidRDefault="00F95941" w:rsidP="00933AB7">
            <w:pPr>
              <w:spacing w:line="276" w:lineRule="auto"/>
              <w:rPr>
                <w:szCs w:val="22"/>
              </w:rPr>
            </w:pPr>
          </w:p>
          <w:p w14:paraId="30FDD943" w14:textId="77777777" w:rsidR="00AC40FE" w:rsidRPr="00933AB7" w:rsidRDefault="00AC40FE" w:rsidP="00933AB7">
            <w:pPr>
              <w:spacing w:line="276" w:lineRule="auto"/>
              <w:rPr>
                <w:szCs w:val="22"/>
              </w:rPr>
            </w:pPr>
            <w:r w:rsidRPr="00933AB7">
              <w:rPr>
                <w:szCs w:val="22"/>
              </w:rPr>
              <w:t xml:space="preserve">Auditor name: </w:t>
            </w:r>
          </w:p>
        </w:tc>
      </w:tr>
    </w:tbl>
    <w:p w14:paraId="1D90649B" w14:textId="51CEF787" w:rsidR="00F064A6" w:rsidRDefault="00F064A6" w:rsidP="00F064A6"/>
    <w:p w14:paraId="6A20F6D0" w14:textId="77777777" w:rsidR="001805D0" w:rsidRPr="00663F13" w:rsidRDefault="001805D0" w:rsidP="00F064A6">
      <w:pPr>
        <w:rPr>
          <w:b/>
          <w:bCs/>
          <w:i/>
          <w:iCs/>
        </w:rPr>
      </w:pPr>
    </w:p>
    <w:p w14:paraId="47703F50" w14:textId="77777777" w:rsidR="00436F0C" w:rsidRPr="001D6473" w:rsidRDefault="00436F0C" w:rsidP="001D6473">
      <w:pPr>
        <w:pStyle w:val="H3"/>
      </w:pPr>
      <w:r w:rsidRPr="001D6473">
        <w:lastRenderedPageBreak/>
        <w:t xml:space="preserve">Deviation detail </w:t>
      </w:r>
    </w:p>
    <w:p w14:paraId="3839B1F6" w14:textId="77777777" w:rsidR="00436F0C" w:rsidRDefault="00436F0C" w:rsidP="00436F0C">
      <w:pPr>
        <w:pStyle w:val="H5"/>
      </w:pPr>
      <w:r>
        <w:t>Description of the deviation:</w:t>
      </w:r>
    </w:p>
    <w:p w14:paraId="186CF24D" w14:textId="0D79DA07" w:rsidR="003A6023" w:rsidRDefault="003A6023" w:rsidP="003A6023">
      <w:pPr>
        <w:pStyle w:val="H5"/>
        <w:numPr>
          <w:ilvl w:val="0"/>
          <w:numId w:val="0"/>
        </w:numPr>
        <w:spacing w:line="240" w:lineRule="auto"/>
        <w:rPr>
          <w:b w:val="0"/>
          <w:bCs/>
          <w:i/>
          <w:iCs/>
          <w:color w:val="515151" w:themeColor="text1"/>
          <w:szCs w:val="22"/>
        </w:rPr>
      </w:pPr>
      <w:r w:rsidRPr="003A6023">
        <w:rPr>
          <w:b w:val="0"/>
          <w:bCs/>
          <w:i/>
          <w:iCs/>
          <w:color w:val="515151" w:themeColor="text1"/>
          <w:szCs w:val="22"/>
        </w:rPr>
        <w:t>Use the space below to describe the deviation and substantiate the reason for requesting deviation from applicable rules/requirements. Please include all relevant information in support of the request.</w:t>
      </w:r>
      <w:r w:rsidR="00F86593">
        <w:rPr>
          <w:b w:val="0"/>
          <w:bCs/>
          <w:i/>
          <w:iCs/>
          <w:color w:val="515151" w:themeColor="text1"/>
          <w:szCs w:val="22"/>
        </w:rPr>
        <w:t xml:space="preserve"> You are requested to follow the </w:t>
      </w:r>
      <w:r w:rsidR="008E4EBD">
        <w:rPr>
          <w:b w:val="0"/>
          <w:bCs/>
          <w:i/>
          <w:iCs/>
          <w:color w:val="515151" w:themeColor="text1"/>
          <w:szCs w:val="22"/>
        </w:rPr>
        <w:t>p</w:t>
      </w:r>
      <w:r w:rsidR="00F86593">
        <w:rPr>
          <w:b w:val="0"/>
          <w:bCs/>
          <w:i/>
          <w:iCs/>
          <w:color w:val="515151" w:themeColor="text1"/>
          <w:szCs w:val="22"/>
        </w:rPr>
        <w:t>rinciples for guidelines for requesting deviations</w:t>
      </w:r>
      <w:r w:rsidR="00F8116B">
        <w:rPr>
          <w:b w:val="0"/>
          <w:bCs/>
          <w:i/>
          <w:iCs/>
          <w:color w:val="515151" w:themeColor="text1"/>
          <w:szCs w:val="22"/>
        </w:rPr>
        <w:t>, given in the Deviation Approval Procedure</w:t>
      </w:r>
      <w:r w:rsidR="00F86593">
        <w:rPr>
          <w:b w:val="0"/>
          <w:bCs/>
          <w:i/>
          <w:iCs/>
          <w:color w:val="515151" w:themeColor="text1"/>
          <w:szCs w:val="22"/>
        </w:rPr>
        <w:t xml:space="preserve">. </w:t>
      </w:r>
    </w:p>
    <w:p w14:paraId="00E675AF" w14:textId="77777777" w:rsidR="006631C7" w:rsidRPr="003A6023" w:rsidRDefault="006631C7" w:rsidP="003A6023">
      <w:pPr>
        <w:pStyle w:val="H5"/>
        <w:numPr>
          <w:ilvl w:val="0"/>
          <w:numId w:val="0"/>
        </w:numPr>
        <w:spacing w:line="240" w:lineRule="auto"/>
        <w:rPr>
          <w:b w:val="0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95941" w14:paraId="5B07D82C" w14:textId="77777777" w:rsidTr="00F95941">
        <w:tc>
          <w:tcPr>
            <w:tcW w:w="9622" w:type="dxa"/>
          </w:tcPr>
          <w:p w14:paraId="269835D6" w14:textId="77777777" w:rsidR="00F95941" w:rsidRPr="00FD6909" w:rsidRDefault="00F95941" w:rsidP="00FD6909">
            <w:pPr>
              <w:pStyle w:val="Heading3"/>
              <w:spacing w:line="240" w:lineRule="auto"/>
              <w:outlineLvl w:val="2"/>
              <w:rPr>
                <w:i/>
                <w:iCs/>
                <w:color w:val="515151" w:themeColor="text1"/>
                <w:sz w:val="22"/>
                <w:szCs w:val="22"/>
              </w:rPr>
            </w:pPr>
            <w:r w:rsidRPr="00FD6909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  <w:p w14:paraId="38561F9F" w14:textId="77777777" w:rsidR="00F95941" w:rsidRDefault="00F95941" w:rsidP="00F95941">
            <w:pPr>
              <w:pStyle w:val="H3"/>
              <w:numPr>
                <w:ilvl w:val="0"/>
                <w:numId w:val="0"/>
              </w:numPr>
            </w:pPr>
          </w:p>
        </w:tc>
      </w:tr>
      <w:tr w:rsidR="00F95941" w14:paraId="250D1C82" w14:textId="77777777" w:rsidTr="00F95941">
        <w:tc>
          <w:tcPr>
            <w:tcW w:w="9622" w:type="dxa"/>
          </w:tcPr>
          <w:p w14:paraId="56FCFFC7" w14:textId="77777777" w:rsidR="00F95941" w:rsidRDefault="00F95941" w:rsidP="00F95941">
            <w:pPr>
              <w:pStyle w:val="H3"/>
              <w:numPr>
                <w:ilvl w:val="0"/>
                <w:numId w:val="0"/>
              </w:numPr>
            </w:pPr>
            <w:r>
              <w:t>VVB opinion (if applicable):</w:t>
            </w:r>
          </w:p>
          <w:p w14:paraId="42ED4F6F" w14:textId="77777777" w:rsidR="00F95941" w:rsidRPr="00F95941" w:rsidRDefault="00F95941" w:rsidP="00FD6909">
            <w:pPr>
              <w:pStyle w:val="Heading3"/>
              <w:spacing w:line="240" w:lineRule="auto"/>
              <w:outlineLvl w:val="2"/>
            </w:pPr>
            <w:r w:rsidRPr="00FD6909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</w:tc>
      </w:tr>
    </w:tbl>
    <w:p w14:paraId="030B7023" w14:textId="77777777" w:rsidR="00F95941" w:rsidRDefault="00F95941" w:rsidP="00F95941">
      <w:pPr>
        <w:pStyle w:val="H5"/>
        <w:numPr>
          <w:ilvl w:val="0"/>
          <w:numId w:val="0"/>
        </w:numPr>
        <w:spacing w:line="276" w:lineRule="auto"/>
        <w:ind w:left="680"/>
      </w:pPr>
    </w:p>
    <w:p w14:paraId="68D99813" w14:textId="77777777" w:rsidR="00436F0C" w:rsidRDefault="00436F0C" w:rsidP="00F95941">
      <w:pPr>
        <w:pStyle w:val="H5"/>
        <w:spacing w:line="276" w:lineRule="auto"/>
      </w:pPr>
      <w:r>
        <w:t>Assessment of the deviation:</w:t>
      </w:r>
    </w:p>
    <w:p w14:paraId="7EABF4EE" w14:textId="16AE0940" w:rsidR="003A6023" w:rsidRPr="003A6023" w:rsidRDefault="003A6023" w:rsidP="003A6023">
      <w:pPr>
        <w:pStyle w:val="H5"/>
        <w:numPr>
          <w:ilvl w:val="0"/>
          <w:numId w:val="0"/>
        </w:numPr>
        <w:spacing w:line="240" w:lineRule="auto"/>
        <w:rPr>
          <w:b w:val="0"/>
          <w:bCs/>
          <w:i/>
          <w:iCs/>
          <w:color w:val="515151" w:themeColor="text1"/>
          <w:szCs w:val="22"/>
        </w:rPr>
      </w:pPr>
      <w:r w:rsidRPr="003A6023">
        <w:rPr>
          <w:b w:val="0"/>
          <w:bCs/>
          <w:i/>
          <w:iCs/>
          <w:color w:val="515151" w:themeColor="text1"/>
          <w:szCs w:val="22"/>
        </w:rPr>
        <w:t xml:space="preserve">Use the space below to describe </w:t>
      </w:r>
      <w:r w:rsidR="00933AB7">
        <w:rPr>
          <w:b w:val="0"/>
          <w:bCs/>
          <w:i/>
          <w:iCs/>
          <w:color w:val="515151" w:themeColor="text1"/>
          <w:szCs w:val="22"/>
        </w:rPr>
        <w:t xml:space="preserve">how </w:t>
      </w:r>
      <w:r w:rsidR="006631C7">
        <w:rPr>
          <w:b w:val="0"/>
          <w:bCs/>
          <w:i/>
          <w:iCs/>
          <w:color w:val="515151" w:themeColor="text1"/>
          <w:szCs w:val="22"/>
        </w:rPr>
        <w:t xml:space="preserve">the </w:t>
      </w:r>
      <w:r w:rsidR="004143F2">
        <w:rPr>
          <w:b w:val="0"/>
          <w:bCs/>
          <w:i/>
          <w:iCs/>
          <w:color w:val="515151" w:themeColor="text1"/>
          <w:szCs w:val="22"/>
        </w:rPr>
        <w:t xml:space="preserve">deviation complies with the requirements, </w:t>
      </w:r>
      <w:r w:rsidR="00D84764">
        <w:rPr>
          <w:b w:val="0"/>
          <w:bCs/>
          <w:i/>
          <w:iCs/>
          <w:color w:val="515151" w:themeColor="text1"/>
          <w:szCs w:val="22"/>
        </w:rPr>
        <w:t xml:space="preserve">and </w:t>
      </w:r>
      <w:r w:rsidR="004143F2">
        <w:rPr>
          <w:b w:val="0"/>
          <w:bCs/>
          <w:i/>
          <w:iCs/>
          <w:color w:val="515151" w:themeColor="text1"/>
          <w:szCs w:val="22"/>
        </w:rPr>
        <w:t xml:space="preserve">accuracy, completeness, </w:t>
      </w:r>
      <w:r w:rsidR="00933AB7">
        <w:rPr>
          <w:b w:val="0"/>
          <w:bCs/>
          <w:i/>
          <w:iCs/>
          <w:color w:val="515151" w:themeColor="text1"/>
          <w:szCs w:val="22"/>
        </w:rPr>
        <w:t>conservative</w:t>
      </w:r>
      <w:r w:rsidR="004143F2">
        <w:rPr>
          <w:b w:val="0"/>
          <w:bCs/>
          <w:i/>
          <w:iCs/>
          <w:color w:val="515151" w:themeColor="text1"/>
          <w:szCs w:val="22"/>
        </w:rPr>
        <w:t>ness, as applicable is ensured</w:t>
      </w:r>
      <w:r w:rsidRPr="003A6023">
        <w:rPr>
          <w:b w:val="0"/>
          <w:bCs/>
          <w:i/>
          <w:iCs/>
          <w:color w:val="515151" w:themeColor="text1"/>
          <w:szCs w:val="22"/>
        </w:rPr>
        <w:t>. Please include all relevant information in support of the request.</w:t>
      </w:r>
    </w:p>
    <w:p w14:paraId="25E0521D" w14:textId="77777777" w:rsidR="003A6023" w:rsidRDefault="003A6023" w:rsidP="003A6023">
      <w:pPr>
        <w:pStyle w:val="H5"/>
        <w:numPr>
          <w:ilvl w:val="0"/>
          <w:numId w:val="0"/>
        </w:num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95941" w14:paraId="0085B932" w14:textId="77777777" w:rsidTr="00F40F2E">
        <w:tc>
          <w:tcPr>
            <w:tcW w:w="9622" w:type="dxa"/>
          </w:tcPr>
          <w:p w14:paraId="29BADB8F" w14:textId="77777777" w:rsidR="00F95941" w:rsidRPr="00F95941" w:rsidRDefault="00F95941" w:rsidP="00FD6909">
            <w:pPr>
              <w:pStyle w:val="Heading3"/>
              <w:spacing w:line="240" w:lineRule="auto"/>
              <w:outlineLvl w:val="2"/>
            </w:pPr>
            <w:r w:rsidRPr="00FD6909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</w:tc>
      </w:tr>
      <w:tr w:rsidR="00F95941" w14:paraId="525688F4" w14:textId="77777777" w:rsidTr="00F40F2E">
        <w:tc>
          <w:tcPr>
            <w:tcW w:w="9622" w:type="dxa"/>
          </w:tcPr>
          <w:p w14:paraId="251E6824" w14:textId="77777777" w:rsidR="00F95941" w:rsidRDefault="00F95941" w:rsidP="00F95941">
            <w:pPr>
              <w:pStyle w:val="H3"/>
              <w:numPr>
                <w:ilvl w:val="0"/>
                <w:numId w:val="0"/>
              </w:numPr>
            </w:pPr>
            <w:r>
              <w:t>VVB opinion and recommendation (if applicable):</w:t>
            </w:r>
          </w:p>
          <w:p w14:paraId="1A8DF0AB" w14:textId="77777777" w:rsidR="00F95941" w:rsidRDefault="00F95941" w:rsidP="004143F2">
            <w:pPr>
              <w:pStyle w:val="Heading3"/>
              <w:spacing w:line="240" w:lineRule="auto"/>
              <w:outlineLvl w:val="2"/>
            </w:pPr>
            <w:r w:rsidRPr="004143F2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</w:tc>
      </w:tr>
    </w:tbl>
    <w:p w14:paraId="5CD0DD01" w14:textId="77777777" w:rsidR="00AC40FE" w:rsidRDefault="00AC40FE" w:rsidP="00F95941">
      <w:pPr>
        <w:pStyle w:val="H5"/>
        <w:numPr>
          <w:ilvl w:val="0"/>
          <w:numId w:val="0"/>
        </w:numPr>
        <w:spacing w:line="276" w:lineRule="auto"/>
      </w:pPr>
    </w:p>
    <w:p w14:paraId="53BB6826" w14:textId="77777777" w:rsidR="00436F0C" w:rsidRDefault="00436F0C" w:rsidP="00F95941">
      <w:pPr>
        <w:pStyle w:val="H5"/>
        <w:spacing w:line="276" w:lineRule="auto"/>
      </w:pPr>
      <w:r>
        <w:t>Impact of the deviation:</w:t>
      </w:r>
    </w:p>
    <w:p w14:paraId="57974C26" w14:textId="77777777" w:rsidR="00F95941" w:rsidRPr="00F95941" w:rsidRDefault="00F95941" w:rsidP="00F95941">
      <w:pPr>
        <w:pStyle w:val="Heading3"/>
        <w:spacing w:line="240" w:lineRule="auto"/>
        <w:rPr>
          <w:i/>
          <w:iCs/>
          <w:color w:val="515151" w:themeColor="text1"/>
          <w:sz w:val="22"/>
          <w:szCs w:val="22"/>
        </w:rPr>
      </w:pPr>
      <w:r>
        <w:rPr>
          <w:i/>
          <w:iCs/>
          <w:color w:val="515151" w:themeColor="text1"/>
          <w:sz w:val="22"/>
          <w:szCs w:val="22"/>
        </w:rPr>
        <w:t>Use the space below to d</w:t>
      </w:r>
      <w:r w:rsidRPr="00F95941">
        <w:rPr>
          <w:i/>
          <w:iCs/>
          <w:color w:val="515151" w:themeColor="text1"/>
          <w:sz w:val="22"/>
          <w:szCs w:val="22"/>
        </w:rPr>
        <w:t xml:space="preserve">escribe the impact of the deviation </w:t>
      </w:r>
      <w:r w:rsidR="00933AB7">
        <w:rPr>
          <w:i/>
          <w:iCs/>
          <w:color w:val="515151" w:themeColor="text1"/>
          <w:sz w:val="22"/>
          <w:szCs w:val="22"/>
        </w:rPr>
        <w:t>on project design, s</w:t>
      </w:r>
      <w:r>
        <w:rPr>
          <w:i/>
          <w:iCs/>
          <w:color w:val="515151" w:themeColor="text1"/>
          <w:sz w:val="22"/>
          <w:szCs w:val="22"/>
        </w:rPr>
        <w:t xml:space="preserve">afeguarding principles assessment, SDG assessment, </w:t>
      </w:r>
      <w:r w:rsidRPr="00F95941">
        <w:rPr>
          <w:i/>
          <w:iCs/>
          <w:color w:val="515151" w:themeColor="text1"/>
          <w:sz w:val="22"/>
          <w:szCs w:val="22"/>
        </w:rPr>
        <w:t>emissions reductions, monitoring frequency, data quality</w:t>
      </w:r>
      <w:r>
        <w:rPr>
          <w:i/>
          <w:iCs/>
          <w:color w:val="515151" w:themeColor="text1"/>
          <w:sz w:val="22"/>
          <w:szCs w:val="22"/>
        </w:rPr>
        <w:t xml:space="preserve">, </w:t>
      </w:r>
      <w:r w:rsidRPr="00F95941">
        <w:rPr>
          <w:i/>
          <w:iCs/>
          <w:color w:val="515151" w:themeColor="text1"/>
          <w:sz w:val="22"/>
          <w:szCs w:val="22"/>
        </w:rPr>
        <w:t>potential risk</w:t>
      </w:r>
      <w:r>
        <w:rPr>
          <w:i/>
          <w:iCs/>
          <w:color w:val="515151" w:themeColor="text1"/>
          <w:sz w:val="22"/>
          <w:szCs w:val="22"/>
        </w:rPr>
        <w:t xml:space="preserve"> or any other relevant aspect of the project</w:t>
      </w:r>
      <w:r w:rsidRPr="00F95941">
        <w:rPr>
          <w:i/>
          <w:iCs/>
          <w:color w:val="515151" w:themeColor="text1"/>
          <w:sz w:val="22"/>
          <w:szCs w:val="22"/>
        </w:rPr>
        <w:t xml:space="preserve">. Please substantiate the impact </w:t>
      </w:r>
      <w:r w:rsidR="00933AB7">
        <w:rPr>
          <w:i/>
          <w:iCs/>
          <w:color w:val="515151" w:themeColor="text1"/>
          <w:sz w:val="22"/>
          <w:szCs w:val="22"/>
        </w:rPr>
        <w:t>assessment</w:t>
      </w:r>
      <w:r w:rsidRPr="00F95941">
        <w:rPr>
          <w:i/>
          <w:iCs/>
          <w:color w:val="515151" w:themeColor="text1"/>
          <w:sz w:val="22"/>
          <w:szCs w:val="22"/>
        </w:rPr>
        <w:t xml:space="preserve"> with relevant and verifiable data</w:t>
      </w:r>
      <w:r>
        <w:rPr>
          <w:i/>
          <w:iCs/>
          <w:color w:val="515151" w:themeColor="text1"/>
          <w:sz w:val="22"/>
          <w:szCs w:val="22"/>
        </w:rPr>
        <w:t>/information.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95941" w14:paraId="61FFAD5B" w14:textId="77777777" w:rsidTr="394843E4">
        <w:tc>
          <w:tcPr>
            <w:tcW w:w="9622" w:type="dxa"/>
          </w:tcPr>
          <w:p w14:paraId="62513F8B" w14:textId="77777777" w:rsidR="00F95941" w:rsidRDefault="00F95941" w:rsidP="004143F2">
            <w:pPr>
              <w:pStyle w:val="Heading3"/>
              <w:spacing w:line="240" w:lineRule="auto"/>
              <w:outlineLvl w:val="2"/>
            </w:pPr>
            <w:r w:rsidRPr="004143F2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</w:tc>
      </w:tr>
      <w:tr w:rsidR="00F95941" w14:paraId="0D156E1E" w14:textId="77777777" w:rsidTr="394843E4">
        <w:trPr>
          <w:trHeight w:val="75"/>
        </w:trPr>
        <w:tc>
          <w:tcPr>
            <w:tcW w:w="9622" w:type="dxa"/>
          </w:tcPr>
          <w:p w14:paraId="28AA718C" w14:textId="77777777" w:rsidR="00F95941" w:rsidRDefault="00F95941" w:rsidP="00F95941">
            <w:pPr>
              <w:pStyle w:val="H3"/>
              <w:numPr>
                <w:ilvl w:val="0"/>
                <w:numId w:val="0"/>
              </w:numPr>
            </w:pPr>
            <w:r>
              <w:t>VVB opinion (if applicable):</w:t>
            </w:r>
          </w:p>
          <w:p w14:paraId="2DD2DA82" w14:textId="77777777" w:rsidR="00F95941" w:rsidRDefault="00F95941" w:rsidP="004143F2">
            <w:pPr>
              <w:pStyle w:val="Heading3"/>
              <w:spacing w:line="240" w:lineRule="auto"/>
              <w:outlineLvl w:val="2"/>
            </w:pPr>
            <w:r w:rsidRPr="004143F2">
              <w:rPr>
                <w:i/>
                <w:iCs/>
                <w:color w:val="515151" w:themeColor="text1"/>
                <w:sz w:val="22"/>
                <w:szCs w:val="22"/>
              </w:rPr>
              <w:t>………</w:t>
            </w:r>
          </w:p>
        </w:tc>
      </w:tr>
    </w:tbl>
    <w:p w14:paraId="298A68A2" w14:textId="77777777" w:rsidR="00436F0C" w:rsidRDefault="00436F0C" w:rsidP="00436F0C">
      <w:pPr>
        <w:pStyle w:val="H5"/>
      </w:pPr>
      <w:r>
        <w:t>Documents:</w:t>
      </w:r>
    </w:p>
    <w:p w14:paraId="3DDCD369" w14:textId="6E308404" w:rsidR="00AC40FE" w:rsidRPr="004143F2" w:rsidRDefault="006319DF" w:rsidP="004143F2">
      <w:pPr>
        <w:pStyle w:val="Heading3"/>
        <w:spacing w:line="240" w:lineRule="auto"/>
        <w:rPr>
          <w:i/>
          <w:iCs/>
          <w:color w:val="515151" w:themeColor="text1"/>
          <w:sz w:val="22"/>
          <w:szCs w:val="22"/>
        </w:rPr>
      </w:pPr>
      <w:r>
        <w:rPr>
          <w:i/>
          <w:iCs/>
          <w:color w:val="515151" w:themeColor="text1"/>
          <w:sz w:val="22"/>
          <w:szCs w:val="22"/>
        </w:rPr>
        <w:t>L</w:t>
      </w:r>
      <w:r w:rsidR="00AC40FE" w:rsidRPr="004143F2">
        <w:rPr>
          <w:i/>
          <w:iCs/>
          <w:color w:val="515151" w:themeColor="text1"/>
          <w:sz w:val="22"/>
          <w:szCs w:val="22"/>
        </w:rPr>
        <w:t>ist of documents provided</w:t>
      </w:r>
    </w:p>
    <w:p w14:paraId="5BA744B3" w14:textId="77777777" w:rsidR="00AC40FE" w:rsidRPr="00AC40FE" w:rsidRDefault="00AC40FE" w:rsidP="00F95941">
      <w:pPr>
        <w:pStyle w:val="H3"/>
        <w:numPr>
          <w:ilvl w:val="0"/>
          <w:numId w:val="0"/>
        </w:numPr>
      </w:pPr>
    </w:p>
    <w:sectPr w:rsidR="00AC40FE" w:rsidRPr="00AC40FE" w:rsidSect="00F929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272DF" w14:textId="77777777" w:rsidR="005F34DF" w:rsidRDefault="005F34DF" w:rsidP="008C7A19">
      <w:r>
        <w:separator/>
      </w:r>
    </w:p>
    <w:p w14:paraId="16ADCACD" w14:textId="77777777" w:rsidR="005F34DF" w:rsidRDefault="005F34DF"/>
  </w:endnote>
  <w:endnote w:type="continuationSeparator" w:id="0">
    <w:p w14:paraId="41881141" w14:textId="77777777" w:rsidR="005F34DF" w:rsidRDefault="005F34DF" w:rsidP="008C7A19">
      <w:r>
        <w:continuationSeparator/>
      </w:r>
    </w:p>
    <w:p w14:paraId="1C0AD17E" w14:textId="77777777" w:rsidR="005F34DF" w:rsidRDefault="005F3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A6594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2E7989E" w14:textId="77777777" w:rsidR="006E4980" w:rsidRDefault="006E4980" w:rsidP="006E4980">
    <w:pPr>
      <w:ind w:right="360"/>
    </w:pPr>
  </w:p>
  <w:p w14:paraId="09D69236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53B7A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7865B" wp14:editId="2C4E18A1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FE210C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13469770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786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" fillcolor="white [3201]" stroked="f" strokeweight=".5pt">
              <v:textbox>
                <w:txbxContent>
                  <w:p w14:paraId="3FFE210C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13469770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32998A40" wp14:editId="04A3FA00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2C6182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3FA56615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33637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FF180B9" wp14:editId="71FCA71D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EE5090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5A9571D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F180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" fillcolor="white [3201]" stroked="f" strokeweight=".5pt">
              <v:textbox>
                <w:txbxContent>
                  <w:p w14:paraId="1DEE5090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5A9571D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5995F277" wp14:editId="0885F2EA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557F20C9" wp14:editId="572D6A5E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39BBB70C" wp14:editId="716A13A2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6D43C" w14:textId="77777777" w:rsidR="005F34DF" w:rsidRDefault="005F34DF" w:rsidP="008C7A19">
      <w:r>
        <w:separator/>
      </w:r>
    </w:p>
    <w:p w14:paraId="6168E992" w14:textId="77777777" w:rsidR="005F34DF" w:rsidRDefault="005F34DF"/>
  </w:footnote>
  <w:footnote w:type="continuationSeparator" w:id="0">
    <w:p w14:paraId="68192663" w14:textId="77777777" w:rsidR="005F34DF" w:rsidRDefault="005F34DF" w:rsidP="008C7A19">
      <w:r>
        <w:continuationSeparator/>
      </w:r>
    </w:p>
    <w:p w14:paraId="27E28D64" w14:textId="77777777" w:rsidR="005F34DF" w:rsidRDefault="005F3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88529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2A93416" w14:textId="77777777" w:rsidR="00DB4ED0" w:rsidRDefault="00DB4ED0" w:rsidP="00DB4ED0">
    <w:pPr>
      <w:ind w:right="360"/>
    </w:pPr>
  </w:p>
  <w:p w14:paraId="204000B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F73" w14:textId="77777777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5E86">
          <w:rPr>
            <w:b/>
            <w:bCs/>
            <w:color w:val="00B9BD" w:themeColor="accent1"/>
            <w:sz w:val="16"/>
            <w:szCs w:val="16"/>
          </w:rPr>
          <w:t>TEMPLATE</w:t>
        </w:r>
      </w:sdtContent>
    </w:sdt>
    <w:r w:rsidR="00436F0C">
      <w:rPr>
        <w:b/>
        <w:bCs/>
        <w:color w:val="00B9BD" w:themeColor="accent1"/>
        <w:sz w:val="16"/>
        <w:szCs w:val="16"/>
      </w:rPr>
      <w:t xml:space="preserve"> - </w:t>
    </w:r>
    <w:r w:rsidR="00436F0C" w:rsidRPr="00436F0C">
      <w:rPr>
        <w:b/>
        <w:bCs/>
        <w:color w:val="00B9BD" w:themeColor="accent1"/>
        <w:sz w:val="16"/>
        <w:szCs w:val="16"/>
      </w:rPr>
      <w:t>DEVIATION REQUEST FORM</w:t>
    </w:r>
    <w:r w:rsidR="00436F0C">
      <w:rPr>
        <w:b/>
        <w:bCs/>
        <w:color w:val="00B9BD" w:themeColor="accent1"/>
        <w:sz w:val="16"/>
        <w:szCs w:val="16"/>
      </w:rPr>
      <w:t xml:space="preserve"> V3.0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4FB66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2013F71" wp14:editId="53319889">
              <wp:simplePos x="0" y="0"/>
              <wp:positionH relativeFrom="column">
                <wp:posOffset>-43433</wp:posOffset>
              </wp:positionH>
              <wp:positionV relativeFrom="paragraph">
                <wp:posOffset>1475359</wp:posOffset>
              </wp:positionV>
              <wp:extent cx="1005840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76FE2088" w14:textId="77777777" w:rsidR="00EC5900" w:rsidRPr="00EC5900" w:rsidRDefault="00765E86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013F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4pt;margin-top:116.15pt;width:79.2pt;height:19.5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" fillcolor="#00b9bd [3204]" stroked="f">
              <v:textbox>
                <w:txbxContent>
                  <w:p w14:paraId="76FE2088" w14:textId="77777777" w:rsidR="00EC5900" w:rsidRPr="00EC5900" w:rsidRDefault="00765E86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5019A5CC" wp14:editId="0E76BD17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794002AA" wp14:editId="712778C7">
          <wp:extent cx="7593965" cy="1580606"/>
          <wp:effectExtent l="0" t="0" r="635" b="0"/>
          <wp:docPr id="42" name="Diagram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18.2pt;height:18.2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0D663592"/>
    <w:multiLevelType w:val="hybridMultilevel"/>
    <w:tmpl w:val="354CF4A2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31565EE1"/>
    <w:multiLevelType w:val="multilevel"/>
    <w:tmpl w:val="DC8A3B38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42A32BB2"/>
    <w:multiLevelType w:val="hybridMultilevel"/>
    <w:tmpl w:val="FC22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F2AE3"/>
    <w:multiLevelType w:val="multilevel"/>
    <w:tmpl w:val="DC8A3B38"/>
    <w:numStyleLink w:val="GS-Parapgraphsnumbered"/>
  </w:abstractNum>
  <w:abstractNum w:abstractNumId="17" w15:restartNumberingAfterBreak="0">
    <w:nsid w:val="677A75E8"/>
    <w:multiLevelType w:val="hybridMultilevel"/>
    <w:tmpl w:val="8096A30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A52C9"/>
    <w:multiLevelType w:val="hybridMultilevel"/>
    <w:tmpl w:val="EFB8EC9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9A3178"/>
    <w:multiLevelType w:val="hybridMultilevel"/>
    <w:tmpl w:val="F92CD138"/>
    <w:lvl w:ilvl="0" w:tplc="1082C3E6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2"/>
  </w:num>
  <w:num w:numId="14">
    <w:abstractNumId w:val="16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bCs w:val="0"/>
          <w:i w:val="0"/>
          <w:color w:val="2AB9BD"/>
          <w:sz w:val="24"/>
          <w:szCs w:val="20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6">
    <w:abstractNumId w:val="19"/>
  </w:num>
  <w:num w:numId="17">
    <w:abstractNumId w:val="18"/>
  </w:num>
  <w:num w:numId="18">
    <w:abstractNumId w:val="17"/>
  </w:num>
  <w:num w:numId="19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1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2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3">
    <w:abstractNumId w:val="15"/>
  </w:num>
  <w:num w:numId="24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5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6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7">
    <w:abstractNumId w:val="13"/>
  </w:num>
  <w:num w:numId="28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9">
    <w:abstractNumId w:val="13"/>
    <w:lvlOverride w:ilvl="0">
      <w:startOverride w:val="1"/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startOverride w:val="1"/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startOverride w:val="1"/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startOverride w:val="1"/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startOverride w:val="1"/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startOverride w:val="1"/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0">
    <w:abstractNumId w:val="13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pStyle w:val="H5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3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3NjYztDA0szQ3NTVU0lEKTi0uzszPAykwrgUA1sFThywAAAA="/>
  </w:docVars>
  <w:rsids>
    <w:rsidRoot w:val="00377219"/>
    <w:rsid w:val="000026C5"/>
    <w:rsid w:val="00003D6F"/>
    <w:rsid w:val="00006426"/>
    <w:rsid w:val="000075AF"/>
    <w:rsid w:val="00013BC4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71C55"/>
    <w:rsid w:val="000810C1"/>
    <w:rsid w:val="000814FF"/>
    <w:rsid w:val="00085FBD"/>
    <w:rsid w:val="000A0DC9"/>
    <w:rsid w:val="000A35C3"/>
    <w:rsid w:val="000A4875"/>
    <w:rsid w:val="000B6474"/>
    <w:rsid w:val="000B7DA5"/>
    <w:rsid w:val="000C5DEB"/>
    <w:rsid w:val="000D6E99"/>
    <w:rsid w:val="000D7884"/>
    <w:rsid w:val="00110538"/>
    <w:rsid w:val="00112BD5"/>
    <w:rsid w:val="00116173"/>
    <w:rsid w:val="00147DD3"/>
    <w:rsid w:val="00162234"/>
    <w:rsid w:val="001660DA"/>
    <w:rsid w:val="001663D9"/>
    <w:rsid w:val="0017623D"/>
    <w:rsid w:val="001805D0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565"/>
    <w:rsid w:val="001B467E"/>
    <w:rsid w:val="001D2EDD"/>
    <w:rsid w:val="001D6473"/>
    <w:rsid w:val="001E4C7C"/>
    <w:rsid w:val="001E6A43"/>
    <w:rsid w:val="001F6981"/>
    <w:rsid w:val="002035F7"/>
    <w:rsid w:val="00207CC8"/>
    <w:rsid w:val="002124AB"/>
    <w:rsid w:val="00215AC7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77899"/>
    <w:rsid w:val="00285911"/>
    <w:rsid w:val="00285AA8"/>
    <w:rsid w:val="0029674D"/>
    <w:rsid w:val="00296DC5"/>
    <w:rsid w:val="002A0F33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E71D7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C8A"/>
    <w:rsid w:val="00367DCF"/>
    <w:rsid w:val="00371AAD"/>
    <w:rsid w:val="003756A2"/>
    <w:rsid w:val="003762B2"/>
    <w:rsid w:val="00377219"/>
    <w:rsid w:val="00381555"/>
    <w:rsid w:val="003842BC"/>
    <w:rsid w:val="0038684A"/>
    <w:rsid w:val="003905E0"/>
    <w:rsid w:val="00390A80"/>
    <w:rsid w:val="00395992"/>
    <w:rsid w:val="003A6023"/>
    <w:rsid w:val="003B02ED"/>
    <w:rsid w:val="003C5387"/>
    <w:rsid w:val="003C74B1"/>
    <w:rsid w:val="003D333E"/>
    <w:rsid w:val="003D78AB"/>
    <w:rsid w:val="003E1832"/>
    <w:rsid w:val="003E1EF0"/>
    <w:rsid w:val="003E2308"/>
    <w:rsid w:val="003E4D37"/>
    <w:rsid w:val="003E6F11"/>
    <w:rsid w:val="003F2ECB"/>
    <w:rsid w:val="003F4502"/>
    <w:rsid w:val="003F672B"/>
    <w:rsid w:val="00407130"/>
    <w:rsid w:val="004143F2"/>
    <w:rsid w:val="00414D3B"/>
    <w:rsid w:val="00420D7B"/>
    <w:rsid w:val="00436F0C"/>
    <w:rsid w:val="00442DEF"/>
    <w:rsid w:val="004440F5"/>
    <w:rsid w:val="00452510"/>
    <w:rsid w:val="0045722A"/>
    <w:rsid w:val="00460A48"/>
    <w:rsid w:val="00472B8D"/>
    <w:rsid w:val="004733D4"/>
    <w:rsid w:val="00474F46"/>
    <w:rsid w:val="0047688F"/>
    <w:rsid w:val="00484470"/>
    <w:rsid w:val="004A4010"/>
    <w:rsid w:val="004C32AF"/>
    <w:rsid w:val="004C7F61"/>
    <w:rsid w:val="004D3B79"/>
    <w:rsid w:val="004F01F3"/>
    <w:rsid w:val="004F1FBA"/>
    <w:rsid w:val="004F2E51"/>
    <w:rsid w:val="005076F0"/>
    <w:rsid w:val="00514603"/>
    <w:rsid w:val="00523A5E"/>
    <w:rsid w:val="0053201C"/>
    <w:rsid w:val="00544D39"/>
    <w:rsid w:val="00551567"/>
    <w:rsid w:val="005567EB"/>
    <w:rsid w:val="005572AE"/>
    <w:rsid w:val="005603AE"/>
    <w:rsid w:val="00564521"/>
    <w:rsid w:val="00574567"/>
    <w:rsid w:val="005906EB"/>
    <w:rsid w:val="005A434A"/>
    <w:rsid w:val="005B089A"/>
    <w:rsid w:val="005B270D"/>
    <w:rsid w:val="005B5D81"/>
    <w:rsid w:val="005C0043"/>
    <w:rsid w:val="005D3504"/>
    <w:rsid w:val="005D3DDB"/>
    <w:rsid w:val="005E39D8"/>
    <w:rsid w:val="005E3BAB"/>
    <w:rsid w:val="005E56D6"/>
    <w:rsid w:val="005F34DF"/>
    <w:rsid w:val="00617B6E"/>
    <w:rsid w:val="00630842"/>
    <w:rsid w:val="0063193F"/>
    <w:rsid w:val="006319DF"/>
    <w:rsid w:val="00645B2A"/>
    <w:rsid w:val="0064613C"/>
    <w:rsid w:val="00651118"/>
    <w:rsid w:val="00654716"/>
    <w:rsid w:val="006631C7"/>
    <w:rsid w:val="00663F13"/>
    <w:rsid w:val="00665AA9"/>
    <w:rsid w:val="00673824"/>
    <w:rsid w:val="00674989"/>
    <w:rsid w:val="0068201F"/>
    <w:rsid w:val="006824D1"/>
    <w:rsid w:val="00694BE1"/>
    <w:rsid w:val="006A2FAC"/>
    <w:rsid w:val="006A563E"/>
    <w:rsid w:val="006B1CE7"/>
    <w:rsid w:val="006B37F3"/>
    <w:rsid w:val="006C572D"/>
    <w:rsid w:val="006D1E83"/>
    <w:rsid w:val="006D20D9"/>
    <w:rsid w:val="006D2F2C"/>
    <w:rsid w:val="006E3FE5"/>
    <w:rsid w:val="006E4258"/>
    <w:rsid w:val="006E4980"/>
    <w:rsid w:val="006F1E95"/>
    <w:rsid w:val="006F3E5E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84511"/>
    <w:rsid w:val="00791122"/>
    <w:rsid w:val="00793CCD"/>
    <w:rsid w:val="00795912"/>
    <w:rsid w:val="007A43A9"/>
    <w:rsid w:val="007B2737"/>
    <w:rsid w:val="007B281F"/>
    <w:rsid w:val="007D142E"/>
    <w:rsid w:val="007D2F0B"/>
    <w:rsid w:val="007E6E61"/>
    <w:rsid w:val="00805821"/>
    <w:rsid w:val="008179CB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E4EBD"/>
    <w:rsid w:val="008F3380"/>
    <w:rsid w:val="008F3BFC"/>
    <w:rsid w:val="00900D2B"/>
    <w:rsid w:val="00902FE5"/>
    <w:rsid w:val="00912AEB"/>
    <w:rsid w:val="0092116A"/>
    <w:rsid w:val="00924273"/>
    <w:rsid w:val="00926E1B"/>
    <w:rsid w:val="00931B2E"/>
    <w:rsid w:val="0093232F"/>
    <w:rsid w:val="00933AB7"/>
    <w:rsid w:val="009347B6"/>
    <w:rsid w:val="009450D7"/>
    <w:rsid w:val="00945374"/>
    <w:rsid w:val="00945F17"/>
    <w:rsid w:val="009474C7"/>
    <w:rsid w:val="00947B25"/>
    <w:rsid w:val="00956232"/>
    <w:rsid w:val="0096101A"/>
    <w:rsid w:val="00971778"/>
    <w:rsid w:val="009777A4"/>
    <w:rsid w:val="00980B70"/>
    <w:rsid w:val="00980D83"/>
    <w:rsid w:val="00982B72"/>
    <w:rsid w:val="009900F2"/>
    <w:rsid w:val="0099229A"/>
    <w:rsid w:val="009B20DD"/>
    <w:rsid w:val="009C0570"/>
    <w:rsid w:val="009C72AA"/>
    <w:rsid w:val="009D22A9"/>
    <w:rsid w:val="009F0A48"/>
    <w:rsid w:val="009F2BB0"/>
    <w:rsid w:val="009F36B6"/>
    <w:rsid w:val="009F66DB"/>
    <w:rsid w:val="009F6BF9"/>
    <w:rsid w:val="00A0155E"/>
    <w:rsid w:val="00A1709C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50C6"/>
    <w:rsid w:val="00A762C3"/>
    <w:rsid w:val="00A90FAC"/>
    <w:rsid w:val="00AA381B"/>
    <w:rsid w:val="00AA48A0"/>
    <w:rsid w:val="00AA5DF7"/>
    <w:rsid w:val="00AB1B8A"/>
    <w:rsid w:val="00AB677D"/>
    <w:rsid w:val="00AC2448"/>
    <w:rsid w:val="00AC40FE"/>
    <w:rsid w:val="00AE7C52"/>
    <w:rsid w:val="00AF0E13"/>
    <w:rsid w:val="00AF17F0"/>
    <w:rsid w:val="00AF1B21"/>
    <w:rsid w:val="00B01B0E"/>
    <w:rsid w:val="00B03B63"/>
    <w:rsid w:val="00B04B01"/>
    <w:rsid w:val="00B07798"/>
    <w:rsid w:val="00B10610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7B7D"/>
    <w:rsid w:val="00BC0D41"/>
    <w:rsid w:val="00BC32E7"/>
    <w:rsid w:val="00BC5515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92677"/>
    <w:rsid w:val="00C97873"/>
    <w:rsid w:val="00CA264D"/>
    <w:rsid w:val="00CA67C9"/>
    <w:rsid w:val="00CC0F34"/>
    <w:rsid w:val="00CC7902"/>
    <w:rsid w:val="00CD1C93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199C"/>
    <w:rsid w:val="00D23FDC"/>
    <w:rsid w:val="00D26A58"/>
    <w:rsid w:val="00D37847"/>
    <w:rsid w:val="00D42E09"/>
    <w:rsid w:val="00D5370E"/>
    <w:rsid w:val="00D53E6E"/>
    <w:rsid w:val="00D57184"/>
    <w:rsid w:val="00D62519"/>
    <w:rsid w:val="00D6703C"/>
    <w:rsid w:val="00D72227"/>
    <w:rsid w:val="00D828F7"/>
    <w:rsid w:val="00D82FCB"/>
    <w:rsid w:val="00D83439"/>
    <w:rsid w:val="00D84764"/>
    <w:rsid w:val="00D850C2"/>
    <w:rsid w:val="00D86D16"/>
    <w:rsid w:val="00D93C56"/>
    <w:rsid w:val="00D9766F"/>
    <w:rsid w:val="00DA78EB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DF49A5"/>
    <w:rsid w:val="00E105D3"/>
    <w:rsid w:val="00E11165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92C31"/>
    <w:rsid w:val="00EA3AB2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064A6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116B"/>
    <w:rsid w:val="00F82FB1"/>
    <w:rsid w:val="00F842B1"/>
    <w:rsid w:val="00F84BDE"/>
    <w:rsid w:val="00F86593"/>
    <w:rsid w:val="00F87EBE"/>
    <w:rsid w:val="00F92931"/>
    <w:rsid w:val="00F95941"/>
    <w:rsid w:val="00F97596"/>
    <w:rsid w:val="00FA54F4"/>
    <w:rsid w:val="00FB5BFF"/>
    <w:rsid w:val="00FD2E95"/>
    <w:rsid w:val="00FD688C"/>
    <w:rsid w:val="00FD6909"/>
    <w:rsid w:val="00FE33E0"/>
    <w:rsid w:val="00FE34E8"/>
    <w:rsid w:val="00FE48DE"/>
    <w:rsid w:val="0A57C44C"/>
    <w:rsid w:val="394843E4"/>
    <w:rsid w:val="42A3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BE56D"/>
  <w14:defaultImageDpi w14:val="32767"/>
  <w15:chartTrackingRefBased/>
  <w15:docId w15:val="{355F5732-DD43-304E-A0C4-B32773CD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61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116173"/>
    <w:rPr>
      <w:rFonts w:asciiTheme="majorHAnsi" w:eastAsiaTheme="majorEastAsia" w:hAnsiTheme="majorHAnsi" w:cstheme="majorBidi"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F95941"/>
    <w:pPr>
      <w:numPr>
        <w:numId w:val="15"/>
      </w:numPr>
    </w:pPr>
    <w:rPr>
      <w:b/>
      <w:bCs/>
      <w:sz w:val="24"/>
    </w:rPr>
  </w:style>
  <w:style w:type="paragraph" w:customStyle="1" w:styleId="H5">
    <w:name w:val="H5"/>
    <w:basedOn w:val="Heading5"/>
    <w:qFormat/>
    <w:rsid w:val="00350D03"/>
    <w:pPr>
      <w:numPr>
        <w:ilvl w:val="1"/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customStyle="1" w:styleId="SmartLink1">
    <w:name w:val="SmartLink1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uiPriority w:val="39"/>
    <w:unhideWhenUsed/>
    <w:rsid w:val="00B01B0E"/>
    <w:pPr>
      <w:snapToGrid w:val="0"/>
      <w:spacing w:before="120" w:after="120" w:line="360" w:lineRule="auto"/>
    </w:pPr>
    <w:rPr>
      <w:rFonts w:cs="Times New Roman (Body CS)"/>
      <w:bCs/>
      <w:iC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uiPriority w:val="39"/>
    <w:unhideWhenUsed/>
    <w:rsid w:val="00B01B0E"/>
    <w:pPr>
      <w:spacing w:before="120" w:after="120"/>
      <w:ind w:left="221"/>
    </w:pPr>
    <w:rPr>
      <w:rFonts w:asciiTheme="minorHAnsi" w:hAnsiTheme="minorHAnsi"/>
      <w:bCs/>
      <w:color w:val="626262" w:themeColor="text1" w:themeTint="E6"/>
      <w:szCs w:val="22"/>
    </w:rPr>
  </w:style>
  <w:style w:type="paragraph" w:styleId="TOC3">
    <w:name w:val="toc 3"/>
    <w:basedOn w:val="Normal"/>
    <w:next w:val="Normal"/>
    <w:uiPriority w:val="39"/>
    <w:unhideWhenUsed/>
    <w:rsid w:val="00B01B0E"/>
    <w:pPr>
      <w:snapToGrid w:val="0"/>
      <w:spacing w:before="120" w:after="120"/>
      <w:ind w:left="442"/>
    </w:pPr>
    <w:rPr>
      <w:rFonts w:asciiTheme="minorHAnsi" w:hAnsiTheme="minorHAnsi"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C657D0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5"/>
      </w:numPr>
    </w:pPr>
  </w:style>
  <w:style w:type="paragraph" w:styleId="Revision">
    <w:name w:val="Revision"/>
    <w:hidden/>
    <w:uiPriority w:val="99"/>
    <w:semiHidden/>
    <w:rsid w:val="001D6473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thegoldstandard1.sharepoint.com/technical/Documents/00%20Standard%20Documents/Standard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>Abhishek Goyal</DisplayName>
        <AccountId>47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8" ma:contentTypeDescription="Create a new document." ma:contentTypeScope="" ma:versionID="2c917c43d39bf8fcf50ba2d84f51f5ed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92c2111f7ac6cdcad4d0b787448554e5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00A8B4-D906-7D42-BB5E-63DB9B114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379235-B128-4783-8C61-C70580488599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customXml/itemProps3.xml><?xml version="1.0" encoding="utf-8"?>
<ds:datastoreItem xmlns:ds="http://schemas.openxmlformats.org/officeDocument/2006/customXml" ds:itemID="{2B709FD8-26C1-4CC6-B59A-636020B3DF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704D03-A6F4-4052-8DBA-B6406BD61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12</TotalTime>
  <Pages>3</Pages>
  <Words>417</Words>
  <Characters>2425</Characters>
  <Application>Microsoft Office Word</Application>
  <DocSecurity>0</DocSecurity>
  <Lines>55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/>
  <Company/>
  <LinksUpToDate>false</LinksUpToDate>
  <CharactersWithSpaces>2821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VT</dc:creator>
  <cp:keywords/>
  <dc:description/>
  <cp:lastModifiedBy>Gold Standard</cp:lastModifiedBy>
  <cp:revision>6</cp:revision>
  <cp:lastPrinted>2017-11-02T02:38:00Z</cp:lastPrinted>
  <dcterms:created xsi:type="dcterms:W3CDTF">2020-07-03T12:08:00Z</dcterms:created>
  <dcterms:modified xsi:type="dcterms:W3CDTF">2020-08-07T23:28:00Z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  <property fmtid="{D5CDD505-2E9C-101B-9397-08002B2CF9AE}" pid="3" name="Order">
    <vt:r8>1272700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